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8A7" w:rsidRPr="00615E36" w:rsidRDefault="008E08A7" w:rsidP="001E55CE">
      <w:pPr>
        <w:spacing w:after="0" w:line="240" w:lineRule="auto"/>
        <w:jc w:val="center"/>
        <w:rPr>
          <w:rFonts w:ascii="Times New Roman" w:hAnsi="Times New Roman"/>
          <w:lang w:val="uk-UA" w:eastAsia="ru-RU"/>
        </w:rPr>
      </w:pPr>
      <w:r>
        <w:rPr>
          <w:lang w:val="uk-UA"/>
        </w:rPr>
        <w:t xml:space="preserve">                                                               </w:t>
      </w:r>
      <w:r w:rsidRPr="00615E36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8E08A7" w:rsidRDefault="008E08A7" w:rsidP="001E55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15E36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розпорядження міського голови                 </w:t>
      </w:r>
    </w:p>
    <w:p w:rsidR="008E08A7" w:rsidRPr="00E70EA0" w:rsidRDefault="008E08A7" w:rsidP="001E55C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16.05.2017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 xml:space="preserve">№106-ОД                                     </w:t>
      </w:r>
    </w:p>
    <w:p w:rsidR="008E08A7" w:rsidRPr="00615E36" w:rsidRDefault="008E08A7" w:rsidP="001E55CE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</w:t>
      </w:r>
    </w:p>
    <w:p w:rsidR="008E08A7" w:rsidRPr="00ED33FB" w:rsidRDefault="008E08A7" w:rsidP="001E55C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План </w:t>
      </w:r>
      <w:r w:rsidRPr="00ED33FB">
        <w:rPr>
          <w:rFonts w:ascii="Times New Roman" w:hAnsi="Times New Roman"/>
          <w:b/>
          <w:sz w:val="28"/>
          <w:szCs w:val="28"/>
          <w:lang w:val="uk-UA"/>
        </w:rPr>
        <w:t>заходів</w:t>
      </w:r>
    </w:p>
    <w:p w:rsidR="008E08A7" w:rsidRDefault="008E08A7" w:rsidP="001E55C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 відзначення в місті Глухові у 2017 році Дня Європи</w:t>
      </w:r>
    </w:p>
    <w:p w:rsidR="008E08A7" w:rsidRDefault="008E08A7" w:rsidP="001E55C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E08A7" w:rsidRPr="00EA5A9C" w:rsidRDefault="008E08A7" w:rsidP="001E55C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4922"/>
        <w:gridCol w:w="4009"/>
      </w:tblGrid>
      <w:tr w:rsidR="008E08A7" w:rsidRPr="006334FE" w:rsidTr="006334FE">
        <w:tc>
          <w:tcPr>
            <w:tcW w:w="850" w:type="dxa"/>
          </w:tcPr>
          <w:p w:rsidR="008E08A7" w:rsidRPr="006334FE" w:rsidRDefault="008E08A7" w:rsidP="006334F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4922" w:type="dxa"/>
          </w:tcPr>
          <w:p w:rsidR="008E08A7" w:rsidRPr="006334FE" w:rsidRDefault="008E08A7" w:rsidP="006334F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334F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4009" w:type="dxa"/>
          </w:tcPr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334F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ВИКОНАВЦІ</w:t>
            </w:r>
          </w:p>
        </w:tc>
      </w:tr>
      <w:tr w:rsidR="008E08A7" w:rsidRPr="006334FE" w:rsidTr="006334FE">
        <w:tc>
          <w:tcPr>
            <w:tcW w:w="850" w:type="dxa"/>
          </w:tcPr>
          <w:p w:rsidR="008E08A7" w:rsidRPr="006334FE" w:rsidRDefault="008E08A7" w:rsidP="006334FE">
            <w:pPr>
              <w:tabs>
                <w:tab w:val="left" w:pos="6480"/>
              </w:tabs>
              <w:spacing w:after="0" w:line="240" w:lineRule="auto"/>
              <w:ind w:left="-389" w:firstLine="389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22" w:type="dxa"/>
          </w:tcPr>
          <w:p w:rsidR="008E08A7" w:rsidRPr="006334FE" w:rsidRDefault="008E08A7" w:rsidP="006334F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урочистих культурно-масових заходів, присвячених Дню Європи за участю представників органів місцевого самоврядування, громадських об’єднань та молоді, зокрема проведення параду європейських країн.</w:t>
            </w:r>
          </w:p>
        </w:tc>
        <w:tc>
          <w:tcPr>
            <w:tcW w:w="4009" w:type="dxa"/>
          </w:tcPr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 (Демченко О.А.)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 (Самощенко О.М.)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20.05.2017</w:t>
            </w:r>
          </w:p>
        </w:tc>
      </w:tr>
      <w:tr w:rsidR="008E08A7" w:rsidRPr="006334FE" w:rsidTr="006334FE">
        <w:tc>
          <w:tcPr>
            <w:tcW w:w="850" w:type="dxa"/>
          </w:tcPr>
          <w:p w:rsidR="008E08A7" w:rsidRPr="006334FE" w:rsidRDefault="008E08A7" w:rsidP="006334F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22" w:type="dxa"/>
          </w:tcPr>
          <w:p w:rsidR="008E08A7" w:rsidRPr="006334FE" w:rsidRDefault="008E08A7" w:rsidP="006334F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Вжиття заходів щодо вивішування на будівлях органів місцевого самоврядування, підприємствах, установах та організаціях Державного Прапора України та Прапора Європейського Союзу, широкого використання  зазначених прапорів під час проведення заходів.</w:t>
            </w:r>
          </w:p>
        </w:tc>
        <w:tc>
          <w:tcPr>
            <w:tcW w:w="4009" w:type="dxa"/>
          </w:tcPr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Структурні підрозділи міської ради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До 20.05.2017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E08A7" w:rsidRPr="006334FE" w:rsidTr="006334FE">
        <w:tc>
          <w:tcPr>
            <w:tcW w:w="850" w:type="dxa"/>
          </w:tcPr>
          <w:p w:rsidR="008E08A7" w:rsidRPr="006334FE" w:rsidRDefault="008E08A7" w:rsidP="006334F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922" w:type="dxa"/>
          </w:tcPr>
          <w:p w:rsidR="008E08A7" w:rsidRPr="006334FE" w:rsidRDefault="008E08A7" w:rsidP="006334F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виставок, у тому числі документів та архівних матеріалів у музеях, історичної та іншої літератури в бібліотеках, інших закладах культури та освіти з тематики євроінтеграційного курсу України, популяризації європейського культурного надбання.</w:t>
            </w:r>
          </w:p>
        </w:tc>
        <w:tc>
          <w:tcPr>
            <w:tcW w:w="4009" w:type="dxa"/>
          </w:tcPr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До 20.05.2017</w:t>
            </w:r>
          </w:p>
        </w:tc>
      </w:tr>
      <w:tr w:rsidR="008E08A7" w:rsidRPr="006334FE" w:rsidTr="006334FE">
        <w:tc>
          <w:tcPr>
            <w:tcW w:w="850" w:type="dxa"/>
          </w:tcPr>
          <w:p w:rsidR="008E08A7" w:rsidRPr="006334FE" w:rsidRDefault="008E08A7" w:rsidP="006334F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22" w:type="dxa"/>
          </w:tcPr>
          <w:p w:rsidR="008E08A7" w:rsidRPr="006334FE" w:rsidRDefault="008E08A7" w:rsidP="006334F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тематичних просвітницьких, культурно-мистецьких, спортивних та інших заходів за участю учнів та студентів навчальних закладів, молоді та громадськості, присвячених Дню Європи, з метою ознайомлення громадськості з європейськими цінностями та традиціями.</w:t>
            </w:r>
          </w:p>
        </w:tc>
        <w:tc>
          <w:tcPr>
            <w:tcW w:w="4009" w:type="dxa"/>
          </w:tcPr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Глухівський національний педагогічний університет ім.О.Довженка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(Курок О.І.)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ДНЗ «Глухівське вище професійне училище»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(Новіков В.В.)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Професійно-педагогічний коледж ГНПУ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(Ребченко О.М.)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Глухівське медичне училище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(Коняєва Г.І.)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Глухівським агротехнічним інститутом імені</w:t>
            </w:r>
            <w:r w:rsidRPr="006334F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334F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С.</w:t>
            </w:r>
            <w:r w:rsidRPr="006334F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334F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А.</w:t>
            </w:r>
            <w:r w:rsidRPr="006334F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334F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Ковпака Сумського НАУ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(Литвиненко А.В.)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До 20.05.2017</w:t>
            </w:r>
          </w:p>
        </w:tc>
      </w:tr>
      <w:tr w:rsidR="008E08A7" w:rsidRPr="006334FE" w:rsidTr="006334FE">
        <w:tc>
          <w:tcPr>
            <w:tcW w:w="850" w:type="dxa"/>
          </w:tcPr>
          <w:p w:rsidR="008E08A7" w:rsidRPr="006334FE" w:rsidRDefault="008E08A7" w:rsidP="006334F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922" w:type="dxa"/>
          </w:tcPr>
          <w:p w:rsidR="008E08A7" w:rsidRPr="006334FE" w:rsidRDefault="008E08A7" w:rsidP="006334F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Сприяння в установленому порядку інститутам громадянського суспільства у проведенні заходів, присвячених Дню Європи.</w:t>
            </w:r>
          </w:p>
        </w:tc>
        <w:tc>
          <w:tcPr>
            <w:tcW w:w="4009" w:type="dxa"/>
          </w:tcPr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 (Демченко О.А.)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До 20.05.2017</w:t>
            </w:r>
          </w:p>
        </w:tc>
      </w:tr>
      <w:tr w:rsidR="008E08A7" w:rsidRPr="006334FE" w:rsidTr="006334FE">
        <w:tc>
          <w:tcPr>
            <w:tcW w:w="850" w:type="dxa"/>
          </w:tcPr>
          <w:p w:rsidR="008E08A7" w:rsidRPr="006334FE" w:rsidRDefault="008E08A7" w:rsidP="006334F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922" w:type="dxa"/>
          </w:tcPr>
          <w:p w:rsidR="008E08A7" w:rsidRPr="006334FE" w:rsidRDefault="008E08A7" w:rsidP="006334F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розміщення постерів на білборди з нагоди Дня Європи, з тематики отримання безвізового режиму з Європейським Союзом для громадян України.</w:t>
            </w:r>
          </w:p>
        </w:tc>
        <w:tc>
          <w:tcPr>
            <w:tcW w:w="4009" w:type="dxa"/>
          </w:tcPr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 (Демченко О.А.)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до 15.05.2017</w:t>
            </w:r>
          </w:p>
        </w:tc>
      </w:tr>
      <w:tr w:rsidR="008E08A7" w:rsidRPr="006334FE" w:rsidTr="006334FE">
        <w:tc>
          <w:tcPr>
            <w:tcW w:w="850" w:type="dxa"/>
          </w:tcPr>
          <w:p w:rsidR="008E08A7" w:rsidRPr="006334FE" w:rsidRDefault="008E08A7" w:rsidP="006334F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922" w:type="dxa"/>
          </w:tcPr>
          <w:p w:rsidR="008E08A7" w:rsidRPr="006334FE" w:rsidRDefault="008E08A7" w:rsidP="006334F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Вжиття в установленому чинним законодавством порядку заходів щодо співпраці з засобами масової інформації з питань висвітлення заходів з відзначення Дня Європи, публікацій матеріалів щодо євроінтеграційного курсу України, трансляції рухомого рядка.</w:t>
            </w:r>
          </w:p>
        </w:tc>
        <w:tc>
          <w:tcPr>
            <w:tcW w:w="4009" w:type="dxa"/>
          </w:tcPr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 (Демченко О.А.)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До 20.05.2017</w:t>
            </w:r>
          </w:p>
        </w:tc>
      </w:tr>
      <w:tr w:rsidR="008E08A7" w:rsidRPr="006334FE" w:rsidTr="006334FE">
        <w:tc>
          <w:tcPr>
            <w:tcW w:w="850" w:type="dxa"/>
          </w:tcPr>
          <w:p w:rsidR="008E08A7" w:rsidRPr="006334FE" w:rsidRDefault="008E08A7" w:rsidP="006334F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922" w:type="dxa"/>
          </w:tcPr>
          <w:p w:rsidR="008E08A7" w:rsidRPr="006334FE" w:rsidRDefault="008E08A7" w:rsidP="006334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Забезпечення належного медичного супроводу та охорону громадського порядку в місцях проведення заходів до Дня Європи.</w:t>
            </w:r>
          </w:p>
          <w:p w:rsidR="008E08A7" w:rsidRPr="006334FE" w:rsidRDefault="008E08A7" w:rsidP="006334F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009" w:type="dxa"/>
          </w:tcPr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 (Демченко О.А.)</w:t>
            </w:r>
          </w:p>
          <w:p w:rsidR="008E08A7" w:rsidRPr="006334FE" w:rsidRDefault="008E08A7" w:rsidP="003433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34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20.05.2017</w:t>
            </w:r>
          </w:p>
        </w:tc>
      </w:tr>
    </w:tbl>
    <w:p w:rsidR="008E08A7" w:rsidRDefault="008E08A7" w:rsidP="001E55CE">
      <w:pPr>
        <w:tabs>
          <w:tab w:val="left" w:pos="5955"/>
        </w:tabs>
        <w:rPr>
          <w:lang w:val="uk-UA"/>
        </w:rPr>
      </w:pPr>
    </w:p>
    <w:p w:rsidR="008E08A7" w:rsidRDefault="008E08A7" w:rsidP="001E55CE">
      <w:pPr>
        <w:tabs>
          <w:tab w:val="left" w:pos="5955"/>
        </w:tabs>
        <w:rPr>
          <w:lang w:val="uk-UA"/>
        </w:rPr>
      </w:pPr>
    </w:p>
    <w:p w:rsidR="008E08A7" w:rsidRDefault="008E08A7" w:rsidP="0028022B">
      <w:pPr>
        <w:tabs>
          <w:tab w:val="left" w:pos="5955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Керуюча справами виконавчого</w:t>
      </w:r>
    </w:p>
    <w:p w:rsidR="008E08A7" w:rsidRDefault="008E08A7" w:rsidP="0028022B">
      <w:pPr>
        <w:tabs>
          <w:tab w:val="left" w:pos="5955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комітету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О.О.Гаврильченко                  </w:t>
      </w:r>
    </w:p>
    <w:p w:rsidR="008E08A7" w:rsidRPr="001E55CE" w:rsidRDefault="008E08A7" w:rsidP="001E55CE">
      <w:pPr>
        <w:tabs>
          <w:tab w:val="left" w:pos="5955"/>
        </w:tabs>
        <w:rPr>
          <w:lang w:val="uk-UA"/>
        </w:rPr>
      </w:pPr>
    </w:p>
    <w:sectPr w:rsidR="008E08A7" w:rsidRPr="001E55CE" w:rsidSect="00C52CB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8A7" w:rsidRDefault="008E08A7" w:rsidP="001E55CE">
      <w:pPr>
        <w:spacing w:after="0" w:line="240" w:lineRule="auto"/>
      </w:pPr>
      <w:r>
        <w:separator/>
      </w:r>
    </w:p>
  </w:endnote>
  <w:endnote w:type="continuationSeparator" w:id="0">
    <w:p w:rsidR="008E08A7" w:rsidRDefault="008E08A7" w:rsidP="001E5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8A7" w:rsidRDefault="008E08A7" w:rsidP="001E55CE">
      <w:pPr>
        <w:spacing w:after="0" w:line="240" w:lineRule="auto"/>
      </w:pPr>
      <w:r>
        <w:separator/>
      </w:r>
    </w:p>
  </w:footnote>
  <w:footnote w:type="continuationSeparator" w:id="0">
    <w:p w:rsidR="008E08A7" w:rsidRDefault="008E08A7" w:rsidP="001E55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66E9"/>
    <w:rsid w:val="00013AC7"/>
    <w:rsid w:val="0013178A"/>
    <w:rsid w:val="001566E9"/>
    <w:rsid w:val="001B591F"/>
    <w:rsid w:val="001E55CE"/>
    <w:rsid w:val="002772A8"/>
    <w:rsid w:val="0028022B"/>
    <w:rsid w:val="002B71AB"/>
    <w:rsid w:val="002D6529"/>
    <w:rsid w:val="00343339"/>
    <w:rsid w:val="003A32DA"/>
    <w:rsid w:val="0047294D"/>
    <w:rsid w:val="005177F5"/>
    <w:rsid w:val="005436B4"/>
    <w:rsid w:val="00615E36"/>
    <w:rsid w:val="00632AB7"/>
    <w:rsid w:val="006334FE"/>
    <w:rsid w:val="00687EA2"/>
    <w:rsid w:val="00693331"/>
    <w:rsid w:val="006D38D2"/>
    <w:rsid w:val="006D7D41"/>
    <w:rsid w:val="00717549"/>
    <w:rsid w:val="007C4145"/>
    <w:rsid w:val="00806F83"/>
    <w:rsid w:val="0084476A"/>
    <w:rsid w:val="008E08A7"/>
    <w:rsid w:val="009477E8"/>
    <w:rsid w:val="00950ADE"/>
    <w:rsid w:val="00954781"/>
    <w:rsid w:val="00A728D6"/>
    <w:rsid w:val="00B41F09"/>
    <w:rsid w:val="00BD5B84"/>
    <w:rsid w:val="00C13B19"/>
    <w:rsid w:val="00C52CBC"/>
    <w:rsid w:val="00CC4765"/>
    <w:rsid w:val="00CD4845"/>
    <w:rsid w:val="00D7328E"/>
    <w:rsid w:val="00D761B3"/>
    <w:rsid w:val="00DA3FE8"/>
    <w:rsid w:val="00DE6C4C"/>
    <w:rsid w:val="00E70EA0"/>
    <w:rsid w:val="00EA5A9C"/>
    <w:rsid w:val="00ED2756"/>
    <w:rsid w:val="00ED33FB"/>
    <w:rsid w:val="00F23CF2"/>
    <w:rsid w:val="00F34A7B"/>
    <w:rsid w:val="00F52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33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3331"/>
    <w:pPr>
      <w:ind w:left="720"/>
      <w:contextualSpacing/>
    </w:pPr>
  </w:style>
  <w:style w:type="paragraph" w:customStyle="1" w:styleId="TimesNewRoman">
    <w:name w:val="Обычный + Times New Roman"/>
    <w:basedOn w:val="Normal"/>
    <w:uiPriority w:val="99"/>
    <w:rsid w:val="001E55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color w:val="000000"/>
      <w:w w:val="84"/>
      <w:sz w:val="24"/>
      <w:szCs w:val="24"/>
      <w:lang w:val="uk-UA" w:eastAsia="ru-RU"/>
    </w:rPr>
  </w:style>
  <w:style w:type="paragraph" w:styleId="Header">
    <w:name w:val="header"/>
    <w:basedOn w:val="Normal"/>
    <w:link w:val="HeaderChar"/>
    <w:uiPriority w:val="99"/>
    <w:rsid w:val="001E5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E55C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E5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E55CE"/>
    <w:rPr>
      <w:rFonts w:cs="Times New Roman"/>
    </w:rPr>
  </w:style>
  <w:style w:type="table" w:styleId="TableGrid">
    <w:name w:val="Table Grid"/>
    <w:basedOn w:val="TableNormal"/>
    <w:uiPriority w:val="99"/>
    <w:rsid w:val="001E55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C47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47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443</TotalTime>
  <Pages>2</Pages>
  <Words>492</Words>
  <Characters>2805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WinXPProSP3</cp:lastModifiedBy>
  <cp:revision>10</cp:revision>
  <cp:lastPrinted>2017-05-19T05:36:00Z</cp:lastPrinted>
  <dcterms:created xsi:type="dcterms:W3CDTF">2017-05-15T11:37:00Z</dcterms:created>
  <dcterms:modified xsi:type="dcterms:W3CDTF">2017-05-22T06:27:00Z</dcterms:modified>
</cp:coreProperties>
</file>