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8E8" w:rsidRPr="002E1A2D" w:rsidRDefault="00A058E8" w:rsidP="002E1A2D">
      <w:pPr>
        <w:spacing w:after="0" w:line="240" w:lineRule="auto"/>
        <w:jc w:val="center"/>
        <w:rPr>
          <w:rFonts w:ascii="Times New Roman" w:hAnsi="Times New Roman"/>
          <w:lang w:val="uk-UA" w:eastAsia="ru-RU"/>
        </w:rPr>
      </w:pPr>
      <w:r w:rsidRPr="007A0E8A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      </w:t>
      </w:r>
      <w:r w:rsidRPr="002E1A2D">
        <w:rPr>
          <w:rFonts w:ascii="Times New Roman" w:hAnsi="Times New Roman"/>
          <w:sz w:val="28"/>
          <w:szCs w:val="28"/>
          <w:lang w:val="uk-UA" w:eastAsia="ru-RU"/>
        </w:rPr>
        <w:t>ЗАТВЕРДЖЕНО</w:t>
      </w:r>
    </w:p>
    <w:p w:rsidR="00A058E8" w:rsidRPr="002E1A2D" w:rsidRDefault="00A058E8" w:rsidP="002E1A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2E1A2D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                                              </w:t>
      </w:r>
      <w:r w:rsidRPr="002E1A2D">
        <w:rPr>
          <w:rFonts w:ascii="Times New Roman" w:hAnsi="Times New Roman"/>
          <w:sz w:val="28"/>
          <w:szCs w:val="28"/>
          <w:lang w:val="uk-UA" w:eastAsia="ru-RU"/>
        </w:rPr>
        <w:t>розпорядження міського голови</w:t>
      </w:r>
      <w:r w:rsidRPr="002E1A2D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</w:t>
      </w:r>
    </w:p>
    <w:p w:rsidR="00A058E8" w:rsidRPr="002E1A2D" w:rsidRDefault="00A058E8" w:rsidP="002E1A2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2E1A2D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</w:t>
      </w:r>
      <w:r w:rsidRPr="002E1A2D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_______________№______</w:t>
      </w:r>
    </w:p>
    <w:p w:rsidR="00A058E8" w:rsidRPr="002E1A2D" w:rsidRDefault="00A058E8" w:rsidP="002E1A2D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058E8" w:rsidRPr="002E1A2D" w:rsidRDefault="00A058E8" w:rsidP="002E1A2D">
      <w:pPr>
        <w:tabs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058E8" w:rsidRPr="002E1A2D" w:rsidRDefault="00A058E8" w:rsidP="002E1A2D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058E8" w:rsidRDefault="00A058E8" w:rsidP="002E1A2D">
      <w:pPr>
        <w:tabs>
          <w:tab w:val="left" w:pos="3120"/>
        </w:tabs>
        <w:spacing w:after="0" w:line="240" w:lineRule="auto"/>
        <w:ind w:left="-284" w:hanging="142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План  заходів</w:t>
      </w:r>
    </w:p>
    <w:p w:rsidR="00A058E8" w:rsidRPr="002E1A2D" w:rsidRDefault="00A058E8" w:rsidP="002E1A2D">
      <w:pPr>
        <w:tabs>
          <w:tab w:val="left" w:pos="3120"/>
        </w:tabs>
        <w:spacing w:after="0" w:line="240" w:lineRule="auto"/>
        <w:ind w:left="-284" w:hanging="142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щодо реалізації в місті Глухові Стратегії захисту та інтеграції в українське суспільство ромської національної меншини на період до 2020 року</w:t>
      </w:r>
    </w:p>
    <w:p w:rsidR="00A058E8" w:rsidRDefault="00A058E8" w:rsidP="002E1A2D">
      <w:pPr>
        <w:tabs>
          <w:tab w:val="left" w:pos="6480"/>
        </w:tabs>
        <w:spacing w:after="0" w:line="240" w:lineRule="auto"/>
        <w:ind w:left="-284" w:hanging="142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058E8" w:rsidRPr="002E1A2D" w:rsidRDefault="00A058E8" w:rsidP="002E1A2D">
      <w:pPr>
        <w:tabs>
          <w:tab w:val="left" w:pos="6480"/>
        </w:tabs>
        <w:spacing w:after="0" w:line="240" w:lineRule="auto"/>
        <w:ind w:left="-284" w:hanging="142"/>
        <w:jc w:val="center"/>
        <w:rPr>
          <w:rFonts w:ascii="Times New Roman" w:hAnsi="Times New Roman"/>
          <w:sz w:val="28"/>
          <w:szCs w:val="28"/>
          <w:lang w:val="uk-UA"/>
        </w:rPr>
      </w:pPr>
      <w:r w:rsidRPr="003B0D5A">
        <w:rPr>
          <w:rFonts w:ascii="Times New Roman" w:hAnsi="Times New Roman"/>
          <w:sz w:val="28"/>
          <w:szCs w:val="28"/>
          <w:lang w:val="uk-UA"/>
        </w:rPr>
        <w:t>І.Загальні питання</w:t>
      </w:r>
    </w:p>
    <w:p w:rsidR="00A058E8" w:rsidRPr="002E1A2D" w:rsidRDefault="00A058E8" w:rsidP="002E1A2D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0"/>
        <w:gridCol w:w="5658"/>
        <w:gridCol w:w="3273"/>
      </w:tblGrid>
      <w:tr w:rsidR="00A058E8" w:rsidRPr="008732B6" w:rsidTr="008732B6">
        <w:tc>
          <w:tcPr>
            <w:tcW w:w="850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5658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732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3273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732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ВІДПОВІДАЛЬНІ ВИКОНАЦІ</w:t>
            </w:r>
          </w:p>
        </w:tc>
      </w:tr>
      <w:tr w:rsidR="00A058E8" w:rsidRPr="008732B6" w:rsidTr="008732B6">
        <w:tc>
          <w:tcPr>
            <w:tcW w:w="850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5658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інформаційно-просвітницької роботи, спрямованої на протидію упередженому ставленню до осіб, які належать до ромської національної меншини</w:t>
            </w:r>
          </w:p>
        </w:tc>
        <w:tc>
          <w:tcPr>
            <w:tcW w:w="3273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 міської ради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(Васянович Л.Г.)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з правової та внутрішньої політики міської ради 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(Демченко О.А.) 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2017-2020 років</w:t>
            </w:r>
          </w:p>
        </w:tc>
      </w:tr>
      <w:tr w:rsidR="00A058E8" w:rsidRPr="008732B6" w:rsidTr="008732B6">
        <w:tc>
          <w:tcPr>
            <w:tcW w:w="850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5658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Організація проведення для осіб, які належать до ромської національної меншини, інформаційно-просвітницьких заходів з метою підвищення рівня обізнаності про права людини</w:t>
            </w:r>
          </w:p>
        </w:tc>
        <w:tc>
          <w:tcPr>
            <w:tcW w:w="3273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</w:rPr>
              <w:t>(</w:t>
            </w: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Демченко О.А.)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2017-2020 років</w:t>
            </w:r>
          </w:p>
        </w:tc>
      </w:tr>
      <w:tr w:rsidR="00A058E8" w:rsidRPr="008732B6" w:rsidTr="008732B6">
        <w:tc>
          <w:tcPr>
            <w:tcW w:w="850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5658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в місцях компактного проживання осіб, які належать до ромської національної меншини, проведення профілактичної роботи, спрямованої на запобігання бездоглядності, безпритульності дітей, недопущення їх втягнення в злочинну та іншу протиправну діяльність, запобігання насильству в сім’ї, наркоманії, тютюнопалінню та алкоголізму</w:t>
            </w:r>
          </w:p>
        </w:tc>
        <w:tc>
          <w:tcPr>
            <w:tcW w:w="3273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соціального захисту населення міської ради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(Бурнос І.І.)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Служба у справах дітей міської ради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(Галушка І.Ю.)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2017-2020 років</w:t>
            </w:r>
          </w:p>
        </w:tc>
      </w:tr>
      <w:tr w:rsidR="00A058E8" w:rsidRPr="008732B6" w:rsidTr="008732B6">
        <w:tc>
          <w:tcPr>
            <w:tcW w:w="850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658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Залучення експертного і технічного потенціалу міжнародних організацій до виконання завдань щодо інтеграції в українське суспільство осіб, які належать до ромської національної меншини</w:t>
            </w:r>
          </w:p>
        </w:tc>
        <w:tc>
          <w:tcPr>
            <w:tcW w:w="3273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 міської ради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(Васянович Л.Г.)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соціального захисту населення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(Бурнос І.І.)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2017-2020 років</w:t>
            </w:r>
          </w:p>
        </w:tc>
      </w:tr>
      <w:tr w:rsidR="00A058E8" w:rsidRPr="008732B6" w:rsidTr="008732B6">
        <w:tc>
          <w:tcPr>
            <w:tcW w:w="850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5658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співробітництва між органами виконавчої влади і громадськими об’єднаннями ромів з питань життєдіяльності ромської національної меншини</w:t>
            </w:r>
          </w:p>
        </w:tc>
        <w:tc>
          <w:tcPr>
            <w:tcW w:w="3273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соціального захисту населення міської ради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(Бурнос І.І.)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 міської ради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(Васянович Л.Г.)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2017-2020 років</w:t>
            </w:r>
          </w:p>
        </w:tc>
      </w:tr>
      <w:tr w:rsidR="00A058E8" w:rsidRPr="008732B6" w:rsidTr="008732B6">
        <w:tc>
          <w:tcPr>
            <w:tcW w:w="850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5658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Залучення громадських об’єднань ромів до громадської оцінки ефективності здійснення заходів щодо реалізації Стратегії захисту та інтеграції в українське суспільство ромської національної меншини на період до 2020 року</w:t>
            </w:r>
          </w:p>
        </w:tc>
        <w:tc>
          <w:tcPr>
            <w:tcW w:w="3273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освіти міської ради 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(Васянович Л.Г.)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соціального захисту населення міської ради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(Бурнос І.І.)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2017-2020 років</w:t>
            </w:r>
          </w:p>
        </w:tc>
      </w:tr>
    </w:tbl>
    <w:p w:rsidR="00A058E8" w:rsidRPr="003B0D5A" w:rsidRDefault="00A058E8" w:rsidP="002E1A2D">
      <w:pPr>
        <w:tabs>
          <w:tab w:val="left" w:pos="5490"/>
        </w:tabs>
        <w:spacing w:after="0" w:line="240" w:lineRule="auto"/>
        <w:ind w:left="-284" w:hanging="142"/>
        <w:jc w:val="both"/>
        <w:rPr>
          <w:rFonts w:ascii="Times New Roman" w:hAnsi="Times New Roman"/>
          <w:sz w:val="28"/>
          <w:szCs w:val="28"/>
          <w:lang w:val="uk-UA"/>
        </w:rPr>
      </w:pPr>
      <w:r w:rsidRPr="003B0D5A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ІІ.Соціальний захист</w:t>
      </w:r>
    </w:p>
    <w:p w:rsidR="00A058E8" w:rsidRPr="007A0E8A" w:rsidRDefault="00A058E8" w:rsidP="00CA2C19">
      <w:pPr>
        <w:rPr>
          <w:b/>
          <w:lang w:val="uk-UA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0"/>
        <w:gridCol w:w="5658"/>
        <w:gridCol w:w="3273"/>
      </w:tblGrid>
      <w:tr w:rsidR="00A058E8" w:rsidRPr="008732B6" w:rsidTr="008732B6">
        <w:tc>
          <w:tcPr>
            <w:tcW w:w="850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5658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виявлення та охоплення соціальними послугами ромських сімей з дітьми, які перебувають у складних життєвих обставинах</w:t>
            </w:r>
          </w:p>
        </w:tc>
        <w:tc>
          <w:tcPr>
            <w:tcW w:w="3273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Територіальний центр соціального обслуговування населення міської ради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(Ніколаєнко С.І.)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Служба у справах дітей міської ради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(Галушка І.Ю.)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2017-2020 років</w:t>
            </w:r>
          </w:p>
        </w:tc>
      </w:tr>
      <w:tr w:rsidR="00A058E8" w:rsidRPr="008732B6" w:rsidTr="008732B6">
        <w:tc>
          <w:tcPr>
            <w:tcW w:w="850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5658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моніторингу призначення та використання державної соціальної допомоги, зокрема при народженні дитини</w:t>
            </w:r>
          </w:p>
        </w:tc>
        <w:tc>
          <w:tcPr>
            <w:tcW w:w="3273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соціального захисту населення міської ради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(Бурнос І.І.)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Відділення соціальної роботи для сім’ї, дітей та молоді  територіального центру міської ради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(Юденич О.Є.)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2017-2020 років</w:t>
            </w:r>
          </w:p>
        </w:tc>
      </w:tr>
      <w:tr w:rsidR="00A058E8" w:rsidRPr="008732B6" w:rsidTr="008732B6">
        <w:tc>
          <w:tcPr>
            <w:tcW w:w="850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5658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Сприяння залученню благодійних, громадських і релігійних організацій щодо надання соціальної допомоги особам, які належать до ромської національної меншини</w:t>
            </w:r>
          </w:p>
        </w:tc>
        <w:tc>
          <w:tcPr>
            <w:tcW w:w="3273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соціального захисту населення міської ради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(Бурнос І.І.)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(Демченко О.А.)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2017-2020 років</w:t>
            </w:r>
          </w:p>
        </w:tc>
      </w:tr>
    </w:tbl>
    <w:p w:rsidR="00A058E8" w:rsidRDefault="00A058E8" w:rsidP="00EC4BBE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058E8" w:rsidRPr="00EC4BBE" w:rsidRDefault="00A058E8" w:rsidP="00EC4BBE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EC4BBE">
        <w:rPr>
          <w:rFonts w:ascii="Times New Roman" w:hAnsi="Times New Roman"/>
          <w:sz w:val="28"/>
          <w:szCs w:val="28"/>
          <w:lang w:val="uk-UA"/>
        </w:rPr>
        <w:t>ІІІ. Підвищення освітнього рівня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0"/>
        <w:gridCol w:w="5658"/>
        <w:gridCol w:w="3273"/>
      </w:tblGrid>
      <w:tr w:rsidR="00A058E8" w:rsidRPr="008732B6" w:rsidTr="008732B6">
        <w:tc>
          <w:tcPr>
            <w:tcW w:w="850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5658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проведення педагогічними колективами загальноосвітніх навчальних закладів, представниками органів місцевого самоврядування, громадськими об’єднаннями серед громадян ромської національності роз’яснювальної роботи щодо необхідності здобуття дошкільної, загальної середньої освіти</w:t>
            </w:r>
          </w:p>
        </w:tc>
        <w:tc>
          <w:tcPr>
            <w:tcW w:w="3273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 міської ради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(Васянович Л.Г.)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2017-2020 років</w:t>
            </w:r>
          </w:p>
        </w:tc>
      </w:tr>
      <w:tr w:rsidR="00A058E8" w:rsidRPr="008732B6" w:rsidTr="008732B6">
        <w:tc>
          <w:tcPr>
            <w:tcW w:w="850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5658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проведення постійно діючих семінарів-практикумів для педагогічних працівників загальноосвітніх закладів, в яких навчаються особи, що належать до ромської національної меншини</w:t>
            </w:r>
          </w:p>
        </w:tc>
        <w:tc>
          <w:tcPr>
            <w:tcW w:w="3273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 міської ради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(Васянович Л.Г.)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2017-2020 років</w:t>
            </w:r>
          </w:p>
        </w:tc>
      </w:tr>
      <w:tr w:rsidR="00A058E8" w:rsidRPr="008732B6" w:rsidTr="008732B6">
        <w:tc>
          <w:tcPr>
            <w:tcW w:w="850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5658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ведення обліку дітей шкільного віку ромської національності з метою залучення до навчального процесу</w:t>
            </w:r>
          </w:p>
        </w:tc>
        <w:tc>
          <w:tcPr>
            <w:tcW w:w="3273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 міської ради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(Васянович Л.Г.)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2017-2020 років</w:t>
            </w:r>
          </w:p>
        </w:tc>
      </w:tr>
      <w:tr w:rsidR="00A058E8" w:rsidRPr="008732B6" w:rsidTr="008732B6">
        <w:tc>
          <w:tcPr>
            <w:tcW w:w="850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5658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Налагодження контролю за відвідуванням учнями ромської національності загальноосвітніх навчальних закладів та вжиття в межах компетенції заходів, згідно чинного законодавства до батьків або осіб, що їх замінують, з метою забезпечення систематичного відвідування дітьми занять</w:t>
            </w:r>
          </w:p>
        </w:tc>
        <w:tc>
          <w:tcPr>
            <w:tcW w:w="3273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 міської ради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(Васянович Л.Г.)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2017-2020 років</w:t>
            </w:r>
          </w:p>
        </w:tc>
      </w:tr>
      <w:tr w:rsidR="00A058E8" w:rsidRPr="008732B6" w:rsidTr="008732B6">
        <w:tc>
          <w:tcPr>
            <w:tcW w:w="850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5658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роботи над збільшенням кількості учнів ромської національності, які завершують навчання в загальноосвітніх навчальних закладах</w:t>
            </w:r>
          </w:p>
        </w:tc>
        <w:tc>
          <w:tcPr>
            <w:tcW w:w="3273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 міської ради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(Васянович Л.Г.)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2017-2020 років</w:t>
            </w:r>
          </w:p>
        </w:tc>
      </w:tr>
      <w:tr w:rsidR="00A058E8" w:rsidRPr="008732B6" w:rsidTr="008732B6">
        <w:tc>
          <w:tcPr>
            <w:tcW w:w="850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5658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Залучення учнів ромської національності до позаурочної, позашкільної роботи, участі у тематичних конкурсах, спортивних змаганнях, гуртках тощо</w:t>
            </w:r>
          </w:p>
        </w:tc>
        <w:tc>
          <w:tcPr>
            <w:tcW w:w="3273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 міської ради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(Васянович Л.Г.)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2017-2020 років</w:t>
            </w:r>
          </w:p>
        </w:tc>
      </w:tr>
      <w:tr w:rsidR="00A058E8" w:rsidRPr="008732B6" w:rsidTr="008732B6">
        <w:tc>
          <w:tcPr>
            <w:tcW w:w="850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16</w:t>
            </w:r>
          </w:p>
        </w:tc>
        <w:tc>
          <w:tcPr>
            <w:tcW w:w="5658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надання шкільними психологами психологічної допомоги учням ромської національності з метою їх успішної адаптації до навчального процесу</w:t>
            </w:r>
          </w:p>
        </w:tc>
        <w:tc>
          <w:tcPr>
            <w:tcW w:w="3273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 міської ради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(Васянович Л.Г.)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2017-2020 років</w:t>
            </w:r>
          </w:p>
        </w:tc>
      </w:tr>
      <w:tr w:rsidR="00A058E8" w:rsidRPr="008732B6" w:rsidTr="008732B6">
        <w:tc>
          <w:tcPr>
            <w:tcW w:w="850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17</w:t>
            </w:r>
          </w:p>
        </w:tc>
        <w:tc>
          <w:tcPr>
            <w:tcW w:w="5658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Організація профорієнтаційної роботи, направленої на стимулювання осіб, які належать до ромської національної меншини, до отримання професійно-технічної та вищої освіти</w:t>
            </w:r>
          </w:p>
        </w:tc>
        <w:tc>
          <w:tcPr>
            <w:tcW w:w="3273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 міської ради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(Васянович Л.Г.)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2017-2020 років</w:t>
            </w:r>
          </w:p>
        </w:tc>
      </w:tr>
    </w:tbl>
    <w:p w:rsidR="00A058E8" w:rsidRDefault="00A058E8" w:rsidP="00162D7E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058E8" w:rsidRDefault="00A058E8" w:rsidP="00162D7E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162D7E">
        <w:rPr>
          <w:rFonts w:ascii="Times New Roman" w:hAnsi="Times New Roman"/>
          <w:sz w:val="28"/>
          <w:szCs w:val="28"/>
          <w:lang w:val="uk-UA"/>
        </w:rPr>
        <w:t>І</w:t>
      </w:r>
      <w:r w:rsidRPr="00162D7E">
        <w:rPr>
          <w:rFonts w:ascii="Times New Roman" w:hAnsi="Times New Roman"/>
          <w:sz w:val="28"/>
          <w:szCs w:val="28"/>
          <w:lang w:val="en-US"/>
        </w:rPr>
        <w:t>V</w:t>
      </w:r>
      <w:r w:rsidRPr="00162D7E">
        <w:rPr>
          <w:rFonts w:ascii="Times New Roman" w:hAnsi="Times New Roman"/>
          <w:sz w:val="28"/>
          <w:szCs w:val="28"/>
          <w:lang w:val="uk-UA"/>
        </w:rPr>
        <w:t>. Охорона здоров’я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0"/>
        <w:gridCol w:w="5658"/>
        <w:gridCol w:w="3273"/>
      </w:tblGrid>
      <w:tr w:rsidR="00A058E8" w:rsidRPr="008732B6" w:rsidTr="008732B6">
        <w:tc>
          <w:tcPr>
            <w:tcW w:w="850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18</w:t>
            </w:r>
          </w:p>
        </w:tc>
        <w:tc>
          <w:tcPr>
            <w:tcW w:w="5658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в місцях компактного проживання осіб, які належать до ромської національної меншини, роз’яснювальної роботи щодо здорового способу життя, необхідності проходження профілактичного обстеження, важливості своєчасного та повноцінного лікування</w:t>
            </w:r>
          </w:p>
        </w:tc>
        <w:tc>
          <w:tcPr>
            <w:tcW w:w="3273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Глухівська центральна районна лікарня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(Горбасьов В.В.)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2017-2020 років</w:t>
            </w:r>
          </w:p>
        </w:tc>
      </w:tr>
      <w:tr w:rsidR="00A058E8" w:rsidRPr="008732B6" w:rsidTr="008732B6">
        <w:tc>
          <w:tcPr>
            <w:tcW w:w="850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19</w:t>
            </w:r>
          </w:p>
        </w:tc>
        <w:tc>
          <w:tcPr>
            <w:tcW w:w="5658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розміщення в закладах охорони здоров’я та поширення у місцях компактного проживання осіб, які належать до ромської національної меншини, пам’яток, листівок, стендів тощо з питань пропаганди здорового способу життя</w:t>
            </w:r>
          </w:p>
        </w:tc>
        <w:tc>
          <w:tcPr>
            <w:tcW w:w="3273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Глухівська центральна районна лікарня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(Горбасьов В.В.)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2017-2020 років</w:t>
            </w:r>
          </w:p>
        </w:tc>
      </w:tr>
      <w:tr w:rsidR="00A058E8" w:rsidRPr="008732B6" w:rsidTr="008732B6">
        <w:tc>
          <w:tcPr>
            <w:tcW w:w="850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</w:t>
            </w:r>
          </w:p>
        </w:tc>
        <w:tc>
          <w:tcPr>
            <w:tcW w:w="5658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поширення серед осіб, які належать до ромської національної меншини, інформації про місця розташування закладів охорони здоров’я, порядок звернення до них та користування їх послугами</w:t>
            </w:r>
          </w:p>
        </w:tc>
        <w:tc>
          <w:tcPr>
            <w:tcW w:w="3273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Глухівська центральна районна лікарня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(Горбасьов В.В.)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2017-2020 років</w:t>
            </w:r>
          </w:p>
        </w:tc>
      </w:tr>
      <w:tr w:rsidR="00A058E8" w:rsidRPr="008732B6" w:rsidTr="008732B6">
        <w:tc>
          <w:tcPr>
            <w:tcW w:w="850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21</w:t>
            </w:r>
          </w:p>
        </w:tc>
        <w:tc>
          <w:tcPr>
            <w:tcW w:w="5658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Сприяння спрощенню доступу осіб, які належать до ромської національної меншини, до медичного обстеження, надання стаціонарного лікування та екстреної медичної допомоги в державних і комунальних закладах охорони здоров’я</w:t>
            </w:r>
          </w:p>
        </w:tc>
        <w:tc>
          <w:tcPr>
            <w:tcW w:w="3273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Глухівська центральна районна лікарня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(Горбасьов В.В.)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2017-2020 років</w:t>
            </w:r>
          </w:p>
        </w:tc>
      </w:tr>
      <w:tr w:rsidR="00A058E8" w:rsidRPr="008732B6" w:rsidTr="008732B6">
        <w:tc>
          <w:tcPr>
            <w:tcW w:w="850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22</w:t>
            </w:r>
          </w:p>
        </w:tc>
        <w:tc>
          <w:tcPr>
            <w:tcW w:w="5658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згідно з календарем щеплень проведення імунізації осіб, які належать до ромської національної меншини</w:t>
            </w:r>
          </w:p>
        </w:tc>
        <w:tc>
          <w:tcPr>
            <w:tcW w:w="3273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Глухівська центральна районна лікарня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(Горбасьов В.В.)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2017-2020 років</w:t>
            </w:r>
          </w:p>
        </w:tc>
      </w:tr>
      <w:tr w:rsidR="00A058E8" w:rsidRPr="008732B6" w:rsidTr="008732B6">
        <w:tc>
          <w:tcPr>
            <w:tcW w:w="850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23</w:t>
            </w:r>
          </w:p>
        </w:tc>
        <w:tc>
          <w:tcPr>
            <w:tcW w:w="5658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в місцях компактного проживання осіб, які належать до ромської національної меншини, обов’язкових профілактичних оглядів на туберкульоз</w:t>
            </w:r>
          </w:p>
        </w:tc>
        <w:tc>
          <w:tcPr>
            <w:tcW w:w="3273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Глухівська центральна районна лікарня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(Горбасьов В.В.)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2017-2020 років</w:t>
            </w:r>
          </w:p>
        </w:tc>
      </w:tr>
      <w:tr w:rsidR="00A058E8" w:rsidRPr="008732B6" w:rsidTr="008732B6">
        <w:tc>
          <w:tcPr>
            <w:tcW w:w="850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24</w:t>
            </w:r>
          </w:p>
        </w:tc>
        <w:tc>
          <w:tcPr>
            <w:tcW w:w="5658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доступності первинної медичної допомоги шляхом формування мережі амбулаторій відповідно до нормативів, затверджених Міністерством охорони здоров’я України</w:t>
            </w:r>
          </w:p>
        </w:tc>
        <w:tc>
          <w:tcPr>
            <w:tcW w:w="3273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Глухівська центральна районна лікарня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(Горбасьов В.В.)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2017-2020 років</w:t>
            </w:r>
          </w:p>
        </w:tc>
      </w:tr>
    </w:tbl>
    <w:p w:rsidR="00A058E8" w:rsidRDefault="00A058E8" w:rsidP="00162D7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</w:t>
      </w:r>
    </w:p>
    <w:p w:rsidR="00A058E8" w:rsidRDefault="00A058E8" w:rsidP="00162D7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>. Поліпшення житлово-побутових умов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0"/>
        <w:gridCol w:w="5658"/>
        <w:gridCol w:w="3273"/>
      </w:tblGrid>
      <w:tr w:rsidR="00A058E8" w:rsidRPr="008732B6" w:rsidTr="008732B6">
        <w:tc>
          <w:tcPr>
            <w:tcW w:w="850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25</w:t>
            </w:r>
          </w:p>
        </w:tc>
        <w:tc>
          <w:tcPr>
            <w:tcW w:w="5658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Сприяння у вирішенні відповідно до законодавства питань забезпечення осіб, які належать до ромської національної меншини, житлом, покращення житлово-побутових умов, соціальної інфраструктури, відповідних комунікацій та благоустрою територій у місцях їх компактного проживання </w:t>
            </w:r>
          </w:p>
        </w:tc>
        <w:tc>
          <w:tcPr>
            <w:tcW w:w="3273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8732B6">
              <w:rPr>
                <w:rFonts w:ascii="Times New Roman" w:hAnsi="Times New Roman"/>
                <w:sz w:val="28"/>
                <w:szCs w:val="28"/>
              </w:rPr>
              <w:t>Управління житлово- комунального господарства та містобудування міської ради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8732B6">
              <w:rPr>
                <w:rFonts w:ascii="Times New Roman" w:hAnsi="Times New Roman"/>
                <w:sz w:val="28"/>
                <w:szCs w:val="28"/>
              </w:rPr>
              <w:t>(</w:t>
            </w: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Сегеда М.Ю.)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2017-2020 років</w:t>
            </w:r>
          </w:p>
        </w:tc>
      </w:tr>
      <w:tr w:rsidR="00A058E8" w:rsidRPr="008732B6" w:rsidTr="008732B6">
        <w:tc>
          <w:tcPr>
            <w:tcW w:w="850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26</w:t>
            </w:r>
          </w:p>
        </w:tc>
        <w:tc>
          <w:tcPr>
            <w:tcW w:w="5658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Забезпечення в місцях компактного проживання осіб, які належать до ромської національної меншини, поширення програм пільгового кредитування придбання та будівництва житла </w:t>
            </w:r>
          </w:p>
        </w:tc>
        <w:tc>
          <w:tcPr>
            <w:tcW w:w="3273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8732B6">
              <w:rPr>
                <w:rFonts w:ascii="Times New Roman" w:hAnsi="Times New Roman"/>
                <w:sz w:val="28"/>
                <w:szCs w:val="28"/>
              </w:rPr>
              <w:t>Управління житлово- комунального господарства та містобудування міської ради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8732B6">
              <w:rPr>
                <w:rFonts w:ascii="Times New Roman" w:hAnsi="Times New Roman"/>
                <w:sz w:val="28"/>
                <w:szCs w:val="28"/>
              </w:rPr>
              <w:t>(</w:t>
            </w: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Сегеда М.Ю.)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2017-2020 років</w:t>
            </w:r>
          </w:p>
        </w:tc>
      </w:tr>
      <w:tr w:rsidR="00A058E8" w:rsidRPr="008732B6" w:rsidTr="008732B6">
        <w:tc>
          <w:tcPr>
            <w:tcW w:w="850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27</w:t>
            </w:r>
          </w:p>
        </w:tc>
        <w:tc>
          <w:tcPr>
            <w:tcW w:w="5658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Сприяння у виділенні відповідно до законодавства особам, які належать до ромської національної меншини, земельних ділянок для індивідуального житлового (кооперативного) будівництва та ведення особистого селянського господарства</w:t>
            </w:r>
          </w:p>
        </w:tc>
        <w:tc>
          <w:tcPr>
            <w:tcW w:w="3273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59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соціально-економічного розвитку міської ради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59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(Сухоручкіна Л.О.)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59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2017-2020 років</w:t>
            </w:r>
          </w:p>
        </w:tc>
      </w:tr>
      <w:tr w:rsidR="00A058E8" w:rsidRPr="008732B6" w:rsidTr="008732B6">
        <w:tc>
          <w:tcPr>
            <w:tcW w:w="850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28</w:t>
            </w:r>
          </w:p>
        </w:tc>
        <w:tc>
          <w:tcPr>
            <w:tcW w:w="5658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Сприяння відповідно до законодавства участі осіб, які належать до ромської національної меншини і перебувають на квартирному обліку, у програмі забезпечення соціальним житлом</w:t>
            </w:r>
          </w:p>
        </w:tc>
        <w:tc>
          <w:tcPr>
            <w:tcW w:w="3273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8732B6">
              <w:rPr>
                <w:rFonts w:ascii="Times New Roman" w:hAnsi="Times New Roman"/>
                <w:sz w:val="28"/>
                <w:szCs w:val="28"/>
              </w:rPr>
              <w:t>Управління житлово- комунального господарства та містобудування міської ради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8732B6">
              <w:rPr>
                <w:rFonts w:ascii="Times New Roman" w:hAnsi="Times New Roman"/>
                <w:sz w:val="28"/>
                <w:szCs w:val="28"/>
              </w:rPr>
              <w:t>(</w:t>
            </w: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Сегеда М.Ю.)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59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2017-2020 років</w:t>
            </w:r>
          </w:p>
        </w:tc>
      </w:tr>
    </w:tbl>
    <w:p w:rsidR="00A058E8" w:rsidRDefault="00A058E8" w:rsidP="00120C95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</w:t>
      </w:r>
    </w:p>
    <w:p w:rsidR="00A058E8" w:rsidRDefault="00A058E8" w:rsidP="00997AD5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>І. Задоволення культурних та інформаційних потреб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0"/>
        <w:gridCol w:w="5658"/>
        <w:gridCol w:w="3273"/>
      </w:tblGrid>
      <w:tr w:rsidR="00A058E8" w:rsidRPr="008732B6" w:rsidTr="008732B6">
        <w:tc>
          <w:tcPr>
            <w:tcW w:w="850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29</w:t>
            </w:r>
          </w:p>
        </w:tc>
        <w:tc>
          <w:tcPr>
            <w:tcW w:w="5658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Сприяння утворенню та діяльності центрів ромської культури в місцях компактного проживання осіб, які належать до ромської національної меншини</w:t>
            </w:r>
          </w:p>
        </w:tc>
        <w:tc>
          <w:tcPr>
            <w:tcW w:w="3273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59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кулбтури міської ради 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59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(Самощенко О.М.)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59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2017-2020 років</w:t>
            </w:r>
          </w:p>
        </w:tc>
      </w:tr>
      <w:tr w:rsidR="00A058E8" w:rsidRPr="008732B6" w:rsidTr="008732B6">
        <w:tc>
          <w:tcPr>
            <w:tcW w:w="850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30</w:t>
            </w:r>
          </w:p>
        </w:tc>
        <w:tc>
          <w:tcPr>
            <w:tcW w:w="5658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надання підтримки ромським художнім колективам</w:t>
            </w:r>
          </w:p>
        </w:tc>
        <w:tc>
          <w:tcPr>
            <w:tcW w:w="3273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59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Відділ культури міської ради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59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(Самощенко О.М.)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59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2017-2020 років</w:t>
            </w:r>
          </w:p>
        </w:tc>
      </w:tr>
      <w:tr w:rsidR="00A058E8" w:rsidRPr="008732B6" w:rsidTr="008732B6">
        <w:tc>
          <w:tcPr>
            <w:tcW w:w="850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31</w:t>
            </w:r>
          </w:p>
        </w:tc>
        <w:tc>
          <w:tcPr>
            <w:tcW w:w="5658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залучення ромських художніх колективів до участі у всеукраїнських та регіональних культурно-мистецьких заходах за участю національних меншин</w:t>
            </w:r>
          </w:p>
        </w:tc>
        <w:tc>
          <w:tcPr>
            <w:tcW w:w="3273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59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Відділ культури міської ради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59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(Самощенко О.М.)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59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2017-2020 років</w:t>
            </w:r>
          </w:p>
        </w:tc>
      </w:tr>
      <w:tr w:rsidR="00A058E8" w:rsidRPr="008732B6" w:rsidTr="008732B6">
        <w:tc>
          <w:tcPr>
            <w:tcW w:w="850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32</w:t>
            </w:r>
          </w:p>
        </w:tc>
        <w:tc>
          <w:tcPr>
            <w:tcW w:w="5658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Сприяння в наданні відповідно до чинного законодавства на пільгових умовах приміщень у будівлях і спорудах, що перебувають у державній та комунальній власності, для проведення громадськими об’єднаннями ромів та ромськими творчими колективами культурно-мистецьких, інформаційно-просвітницьких заходів, спрямованих на забезпечення прав і задоволення етнонаціональних потреб осіб, які належать до ромської національної меншини</w:t>
            </w:r>
          </w:p>
        </w:tc>
        <w:tc>
          <w:tcPr>
            <w:tcW w:w="3273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59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Відділ з правової та внутрішньої політики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59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(Демченко О.А.)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59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Відділ культури міської ради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59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(Самощенко О.М.)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59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2017-2020 років</w:t>
            </w:r>
          </w:p>
        </w:tc>
      </w:tr>
      <w:tr w:rsidR="00A058E8" w:rsidRPr="008732B6" w:rsidTr="008732B6">
        <w:tc>
          <w:tcPr>
            <w:tcW w:w="850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33</w:t>
            </w:r>
          </w:p>
        </w:tc>
        <w:tc>
          <w:tcPr>
            <w:tcW w:w="5658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Сприяння в проведенні культурно-мистецьких заходів, спрямованих на збереження етнічної самобутності ромської національної меншини, а також інформаційно-просвітницької роботи з питань забезпечення захисту та інтеграції в українське суспільство осіб, які належать до ромської національної меншини </w:t>
            </w:r>
          </w:p>
        </w:tc>
        <w:tc>
          <w:tcPr>
            <w:tcW w:w="3273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59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Відділ культури міської ради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59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(Самощенко О.М.)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59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59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(Демченко О.А.)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59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2017-2020 років</w:t>
            </w:r>
          </w:p>
        </w:tc>
      </w:tr>
      <w:tr w:rsidR="00A058E8" w:rsidRPr="008732B6" w:rsidTr="008732B6">
        <w:tc>
          <w:tcPr>
            <w:tcW w:w="850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34</w:t>
            </w:r>
          </w:p>
        </w:tc>
        <w:tc>
          <w:tcPr>
            <w:tcW w:w="5658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Сприяння участі ромських аматорських колективів у міжнародних культурно-мистецьких заходах</w:t>
            </w:r>
          </w:p>
        </w:tc>
        <w:tc>
          <w:tcPr>
            <w:tcW w:w="3273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59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Відділ культури міської ради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59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(Самощенко О.М.)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59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2017-2020 років</w:t>
            </w:r>
          </w:p>
        </w:tc>
      </w:tr>
      <w:tr w:rsidR="00A058E8" w:rsidRPr="008732B6" w:rsidTr="008732B6">
        <w:tc>
          <w:tcPr>
            <w:tcW w:w="850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35</w:t>
            </w:r>
          </w:p>
        </w:tc>
        <w:tc>
          <w:tcPr>
            <w:tcW w:w="5658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Сприяння висвітленню в засобах масової інформації питань життєдіяльності ромської національної меншини, заходів щодо забезпечення її захисту та інтеграції в українське суспільство</w:t>
            </w:r>
          </w:p>
        </w:tc>
        <w:tc>
          <w:tcPr>
            <w:tcW w:w="3273" w:type="dxa"/>
          </w:tcPr>
          <w:p w:rsidR="00A058E8" w:rsidRPr="008732B6" w:rsidRDefault="00A058E8" w:rsidP="008732B6">
            <w:pPr>
              <w:tabs>
                <w:tab w:val="left" w:pos="6480"/>
              </w:tabs>
              <w:spacing w:after="0" w:line="259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59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(Демченко О.А.)</w:t>
            </w:r>
          </w:p>
          <w:p w:rsidR="00A058E8" w:rsidRPr="008732B6" w:rsidRDefault="00A058E8" w:rsidP="008732B6">
            <w:pPr>
              <w:tabs>
                <w:tab w:val="left" w:pos="6480"/>
              </w:tabs>
              <w:spacing w:after="0" w:line="259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2B6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2017-2020 років</w:t>
            </w:r>
          </w:p>
        </w:tc>
      </w:tr>
    </w:tbl>
    <w:p w:rsidR="00A058E8" w:rsidRDefault="00A058E8" w:rsidP="00997AD5">
      <w:pPr>
        <w:rPr>
          <w:rFonts w:ascii="Times New Roman" w:hAnsi="Times New Roman"/>
          <w:sz w:val="28"/>
          <w:szCs w:val="28"/>
          <w:lang w:val="uk-UA"/>
        </w:rPr>
      </w:pPr>
    </w:p>
    <w:p w:rsidR="00A058E8" w:rsidRPr="00F0344D" w:rsidRDefault="00A058E8" w:rsidP="00F0344D">
      <w:pPr>
        <w:tabs>
          <w:tab w:val="left" w:pos="3270"/>
        </w:tabs>
        <w:spacing w:after="0" w:line="259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0344D">
        <w:rPr>
          <w:rFonts w:ascii="Times New Roman" w:hAnsi="Times New Roman"/>
          <w:b/>
          <w:sz w:val="28"/>
          <w:szCs w:val="28"/>
          <w:lang w:val="uk-UA"/>
        </w:rPr>
        <w:t xml:space="preserve">Заступник міського голови з питань </w:t>
      </w:r>
    </w:p>
    <w:p w:rsidR="00A058E8" w:rsidRPr="00F0344D" w:rsidRDefault="00A058E8" w:rsidP="00F0344D">
      <w:pPr>
        <w:tabs>
          <w:tab w:val="left" w:pos="3270"/>
        </w:tabs>
        <w:spacing w:after="0" w:line="259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0344D">
        <w:rPr>
          <w:rFonts w:ascii="Times New Roman" w:hAnsi="Times New Roman"/>
          <w:b/>
          <w:sz w:val="28"/>
          <w:szCs w:val="28"/>
          <w:lang w:val="uk-UA"/>
        </w:rPr>
        <w:t>діяльності органів виконавчої влади                                          О.І.Вискуб</w:t>
      </w:r>
    </w:p>
    <w:p w:rsidR="00A058E8" w:rsidRDefault="00A058E8" w:rsidP="00997AD5">
      <w:pPr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A058E8" w:rsidRPr="008641C2" w:rsidRDefault="00A058E8" w:rsidP="008641C2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sectPr w:rsidR="00A058E8" w:rsidRPr="008641C2" w:rsidSect="00E921AB">
      <w:pgSz w:w="11906" w:h="16838"/>
      <w:pgMar w:top="1134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1037"/>
    <w:rsid w:val="00031843"/>
    <w:rsid w:val="00120C95"/>
    <w:rsid w:val="00122587"/>
    <w:rsid w:val="00127FE5"/>
    <w:rsid w:val="00147BF7"/>
    <w:rsid w:val="00162D7E"/>
    <w:rsid w:val="0021135E"/>
    <w:rsid w:val="0029793A"/>
    <w:rsid w:val="002E1A2D"/>
    <w:rsid w:val="00303B05"/>
    <w:rsid w:val="003362EE"/>
    <w:rsid w:val="003B0D5A"/>
    <w:rsid w:val="0041665B"/>
    <w:rsid w:val="00490301"/>
    <w:rsid w:val="004F64A1"/>
    <w:rsid w:val="00554C3F"/>
    <w:rsid w:val="005961CA"/>
    <w:rsid w:val="00673C3A"/>
    <w:rsid w:val="006B4EC8"/>
    <w:rsid w:val="007A0E8A"/>
    <w:rsid w:val="007F112A"/>
    <w:rsid w:val="008641C2"/>
    <w:rsid w:val="008732B6"/>
    <w:rsid w:val="00874B82"/>
    <w:rsid w:val="008903F2"/>
    <w:rsid w:val="00921614"/>
    <w:rsid w:val="00997AD5"/>
    <w:rsid w:val="009C502B"/>
    <w:rsid w:val="00A058E8"/>
    <w:rsid w:val="00AF6B7F"/>
    <w:rsid w:val="00B443C6"/>
    <w:rsid w:val="00C11037"/>
    <w:rsid w:val="00C31D99"/>
    <w:rsid w:val="00C7591C"/>
    <w:rsid w:val="00CA2C19"/>
    <w:rsid w:val="00D5723C"/>
    <w:rsid w:val="00E55ADB"/>
    <w:rsid w:val="00E921AB"/>
    <w:rsid w:val="00EC0CF1"/>
    <w:rsid w:val="00EC4BBE"/>
    <w:rsid w:val="00EC6F9F"/>
    <w:rsid w:val="00ED28BC"/>
    <w:rsid w:val="00F0344D"/>
    <w:rsid w:val="00FB1050"/>
    <w:rsid w:val="00FC5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C19"/>
    <w:pPr>
      <w:spacing w:after="160" w:line="25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E1A2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C0C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C0C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7</Pages>
  <Words>1667</Words>
  <Characters>9507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Пользователь Windows</dc:creator>
  <cp:keywords/>
  <dc:description/>
  <cp:lastModifiedBy>WinXPProSP3</cp:lastModifiedBy>
  <cp:revision>2</cp:revision>
  <cp:lastPrinted>2017-10-31T12:56:00Z</cp:lastPrinted>
  <dcterms:created xsi:type="dcterms:W3CDTF">2017-11-01T11:52:00Z</dcterms:created>
  <dcterms:modified xsi:type="dcterms:W3CDTF">2017-11-01T11:52:00Z</dcterms:modified>
</cp:coreProperties>
</file>