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A9C" w:rsidRPr="004A46A2" w:rsidRDefault="00D73A9C" w:rsidP="00A10E61">
      <w:pPr>
        <w:pStyle w:val="HTMLPreformatted"/>
        <w:shd w:val="clear" w:color="auto" w:fill="FFFFFF"/>
        <w:spacing w:line="293" w:lineRule="atLeast"/>
        <w:ind w:left="4679"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GoBack"/>
      <w:bookmarkEnd w:id="0"/>
      <w:r w:rsidRPr="004A46A2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D73A9C" w:rsidRPr="004A46A2" w:rsidRDefault="00D73A9C" w:rsidP="00A10E61">
      <w:pPr>
        <w:pStyle w:val="HTMLPreformatted"/>
        <w:shd w:val="clear" w:color="auto" w:fill="FFFFFF"/>
        <w:spacing w:line="293" w:lineRule="atLeast"/>
        <w:ind w:left="5240" w:firstLine="147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4A46A2">
        <w:rPr>
          <w:rFonts w:ascii="Times New Roman" w:hAnsi="Times New Roman"/>
          <w:sz w:val="28"/>
          <w:szCs w:val="28"/>
          <w:lang w:val="uk-UA" w:eastAsia="ru-RU"/>
        </w:rPr>
        <w:t>розпорядження міського голови</w:t>
      </w:r>
    </w:p>
    <w:p w:rsidR="00D73A9C" w:rsidRPr="004A46A2" w:rsidRDefault="00D73A9C" w:rsidP="00A10E61">
      <w:pPr>
        <w:pStyle w:val="HTMLPreformatted"/>
        <w:shd w:val="clear" w:color="auto" w:fill="FFFFFF"/>
        <w:spacing w:line="293" w:lineRule="atLeast"/>
        <w:ind w:left="5240" w:firstLine="147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064A7C">
        <w:rPr>
          <w:rFonts w:ascii="Times New Roman" w:hAnsi="Times New Roman"/>
          <w:sz w:val="28"/>
          <w:szCs w:val="28"/>
          <w:u w:val="single"/>
          <w:lang w:val="uk-UA" w:eastAsia="ru-RU"/>
        </w:rPr>
        <w:t>03.11.20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>1</w:t>
      </w:r>
      <w:r w:rsidRPr="00064A7C">
        <w:rPr>
          <w:rFonts w:ascii="Times New Roman" w:hAnsi="Times New Roman"/>
          <w:sz w:val="28"/>
          <w:szCs w:val="28"/>
          <w:u w:val="single"/>
          <w:lang w:val="uk-UA" w:eastAsia="ru-RU"/>
        </w:rPr>
        <w:t>7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A46A2">
        <w:rPr>
          <w:rFonts w:ascii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64A7C">
        <w:rPr>
          <w:rFonts w:ascii="Times New Roman" w:hAnsi="Times New Roman"/>
          <w:sz w:val="28"/>
          <w:szCs w:val="28"/>
          <w:u w:val="single"/>
          <w:lang w:val="uk-UA" w:eastAsia="ru-RU"/>
        </w:rPr>
        <w:t>226 - ОД</w:t>
      </w:r>
    </w:p>
    <w:p w:rsidR="00D73A9C" w:rsidRPr="004A46A2" w:rsidRDefault="00D73A9C" w:rsidP="00A10E61">
      <w:pPr>
        <w:pStyle w:val="NoSpacing"/>
        <w:rPr>
          <w:rFonts w:ascii="Times New Roman" w:hAnsi="Times New Roman"/>
          <w:lang w:val="uk-UA" w:eastAsia="ru-RU"/>
        </w:rPr>
      </w:pPr>
    </w:p>
    <w:p w:rsidR="00D73A9C" w:rsidRPr="004A46A2" w:rsidRDefault="00D73A9C" w:rsidP="0083291D">
      <w:pPr>
        <w:pStyle w:val="HTMLPreformatted"/>
        <w:shd w:val="clear" w:color="auto" w:fill="FFFFFF"/>
        <w:spacing w:line="293" w:lineRule="atLeast"/>
        <w:jc w:val="center"/>
        <w:textAlignment w:val="baseline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A46A2">
        <w:rPr>
          <w:rFonts w:ascii="Times New Roman" w:hAnsi="Times New Roman"/>
          <w:b/>
          <w:sz w:val="28"/>
          <w:szCs w:val="28"/>
          <w:lang w:val="uk-UA" w:eastAsia="ru-RU"/>
        </w:rPr>
        <w:t>Склад організаційного комітету</w:t>
      </w:r>
    </w:p>
    <w:p w:rsidR="00D73A9C" w:rsidRPr="004A46A2" w:rsidRDefault="00D73A9C" w:rsidP="004F65C6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46A2">
        <w:rPr>
          <w:rFonts w:ascii="Times New Roman" w:hAnsi="Times New Roman"/>
          <w:b/>
          <w:sz w:val="28"/>
          <w:szCs w:val="28"/>
          <w:lang w:val="uk-UA"/>
        </w:rPr>
        <w:t xml:space="preserve">з організації та проведення міського молодіжного тематичного квесту </w:t>
      </w:r>
    </w:p>
    <w:p w:rsidR="00D73A9C" w:rsidRPr="004A46A2" w:rsidRDefault="00D73A9C" w:rsidP="004F65C6">
      <w:pPr>
        <w:pStyle w:val="NoSpacing"/>
        <w:jc w:val="center"/>
        <w:rPr>
          <w:rFonts w:ascii="Times New Roman" w:hAnsi="Times New Roman"/>
          <w:b/>
          <w:lang w:val="uk-UA"/>
        </w:rPr>
      </w:pPr>
      <w:r w:rsidRPr="004A46A2">
        <w:rPr>
          <w:rFonts w:ascii="Times New Roman" w:hAnsi="Times New Roman"/>
          <w:b/>
          <w:sz w:val="28"/>
          <w:szCs w:val="28"/>
          <w:lang w:val="uk-UA"/>
        </w:rPr>
        <w:t>«Відчуй себе студентом нашого навчального закладу»</w:t>
      </w:r>
    </w:p>
    <w:p w:rsidR="00D73A9C" w:rsidRPr="004A46A2" w:rsidRDefault="00D73A9C" w:rsidP="004F65C6">
      <w:pPr>
        <w:pStyle w:val="NoSpacing"/>
        <w:jc w:val="center"/>
        <w:rPr>
          <w:rFonts w:ascii="Times New Roman" w:hAnsi="Times New Roman"/>
          <w:b/>
          <w:lang w:val="uk-UA"/>
        </w:rPr>
      </w:pPr>
    </w:p>
    <w:tbl>
      <w:tblPr>
        <w:tblW w:w="9606" w:type="dxa"/>
        <w:tblLook w:val="00A0"/>
      </w:tblPr>
      <w:tblGrid>
        <w:gridCol w:w="4644"/>
        <w:gridCol w:w="4962"/>
      </w:tblGrid>
      <w:tr w:rsidR="00D73A9C" w:rsidRPr="00077C01" w:rsidTr="00077C01">
        <w:tc>
          <w:tcPr>
            <w:tcW w:w="4644" w:type="dxa"/>
          </w:tcPr>
          <w:p w:rsidR="00D73A9C" w:rsidRPr="00077C01" w:rsidRDefault="00D73A9C" w:rsidP="00077C01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77C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Васильєва Маріанна Іванівна,</w:t>
            </w:r>
          </w:p>
        </w:tc>
        <w:tc>
          <w:tcPr>
            <w:tcW w:w="4962" w:type="dxa"/>
          </w:tcPr>
          <w:p w:rsidR="00D73A9C" w:rsidRPr="00077C01" w:rsidRDefault="00D73A9C" w:rsidP="00077C01">
            <w:pPr>
              <w:pStyle w:val="NoSpacing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77C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 міського голови</w:t>
            </w:r>
            <w:r w:rsidRPr="00077C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питань діяльності виконавчих  о</w:t>
            </w:r>
            <w:r w:rsidRPr="00077C01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рганів міської ради, </w:t>
            </w:r>
            <w:r w:rsidRPr="00077C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голова організаційного комітету;</w:t>
            </w:r>
          </w:p>
        </w:tc>
      </w:tr>
      <w:tr w:rsidR="00D73A9C" w:rsidRPr="00077C01" w:rsidTr="00077C01">
        <w:tc>
          <w:tcPr>
            <w:tcW w:w="4644" w:type="dxa"/>
          </w:tcPr>
          <w:p w:rsidR="00D73A9C" w:rsidRPr="00077C01" w:rsidRDefault="00D73A9C" w:rsidP="00077C01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77C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Плотницький Михайло Григорович,</w:t>
            </w:r>
          </w:p>
        </w:tc>
        <w:tc>
          <w:tcPr>
            <w:tcW w:w="4962" w:type="dxa"/>
          </w:tcPr>
          <w:p w:rsidR="00D73A9C" w:rsidRPr="00077C01" w:rsidRDefault="00D73A9C" w:rsidP="00077C01">
            <w:pPr>
              <w:pStyle w:val="NoSpacing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77C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начальник відділу молоді та спорту міської ради, заступник голови організаційного комітету;</w:t>
            </w:r>
          </w:p>
        </w:tc>
      </w:tr>
      <w:tr w:rsidR="00D73A9C" w:rsidRPr="00077C01" w:rsidTr="00077C01">
        <w:tc>
          <w:tcPr>
            <w:tcW w:w="4644" w:type="dxa"/>
          </w:tcPr>
          <w:p w:rsidR="00D73A9C" w:rsidRPr="00077C01" w:rsidRDefault="00D73A9C" w:rsidP="00077C01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77C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Ніжник Олена Володимирівна,</w:t>
            </w:r>
          </w:p>
        </w:tc>
        <w:tc>
          <w:tcPr>
            <w:tcW w:w="4962" w:type="dxa"/>
          </w:tcPr>
          <w:p w:rsidR="00D73A9C" w:rsidRPr="00077C01" w:rsidRDefault="00D73A9C" w:rsidP="00077C01">
            <w:pPr>
              <w:pStyle w:val="NoSpacing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77C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головний спеціаліст відділу молоді та спорту міської ради, секретар організаційного комітету;</w:t>
            </w:r>
          </w:p>
        </w:tc>
      </w:tr>
      <w:tr w:rsidR="00D73A9C" w:rsidRPr="00077C01" w:rsidTr="00077C01">
        <w:tc>
          <w:tcPr>
            <w:tcW w:w="4644" w:type="dxa"/>
          </w:tcPr>
          <w:p w:rsidR="00D73A9C" w:rsidRPr="00077C01" w:rsidRDefault="00D73A9C" w:rsidP="00077C01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7C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Курок Олександр Іванович,</w:t>
            </w:r>
          </w:p>
        </w:tc>
        <w:tc>
          <w:tcPr>
            <w:tcW w:w="4962" w:type="dxa"/>
          </w:tcPr>
          <w:p w:rsidR="00D73A9C" w:rsidRPr="00077C01" w:rsidRDefault="00D73A9C" w:rsidP="00077C01">
            <w:pPr>
              <w:pStyle w:val="NoSpacing"/>
              <w:ind w:left="72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7C01">
              <w:rPr>
                <w:rFonts w:ascii="Times New Roman" w:hAnsi="Times New Roman"/>
                <w:sz w:val="28"/>
                <w:szCs w:val="28"/>
                <w:lang w:val="uk-UA"/>
              </w:rPr>
              <w:t>професор, ректор Глухівського національного педагогічного університету імені Олександра Довженка (за згодою);</w:t>
            </w:r>
          </w:p>
        </w:tc>
      </w:tr>
      <w:tr w:rsidR="00D73A9C" w:rsidRPr="00077C01" w:rsidTr="00077C01">
        <w:trPr>
          <w:trHeight w:val="611"/>
        </w:trPr>
        <w:tc>
          <w:tcPr>
            <w:tcW w:w="4644" w:type="dxa"/>
          </w:tcPr>
          <w:p w:rsidR="00D73A9C" w:rsidRPr="00077C01" w:rsidRDefault="00D73A9C" w:rsidP="00077C01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7C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Коняєва Ганна Іванівна,</w:t>
            </w:r>
          </w:p>
        </w:tc>
        <w:tc>
          <w:tcPr>
            <w:tcW w:w="4962" w:type="dxa"/>
          </w:tcPr>
          <w:p w:rsidR="00D73A9C" w:rsidRPr="00077C01" w:rsidRDefault="00D73A9C" w:rsidP="00077C01">
            <w:pPr>
              <w:pStyle w:val="NoSpacing"/>
              <w:ind w:left="720"/>
              <w:jc w:val="both"/>
              <w:rPr>
                <w:rFonts w:ascii="Times New Roman" w:hAnsi="Times New Roman"/>
                <w:spacing w:val="-20"/>
                <w:sz w:val="28"/>
                <w:szCs w:val="28"/>
                <w:lang w:val="uk-UA"/>
              </w:rPr>
            </w:pPr>
            <w:r w:rsidRPr="00077C01">
              <w:rPr>
                <w:rFonts w:ascii="Times New Roman" w:hAnsi="Times New Roman"/>
                <w:spacing w:val="-20"/>
                <w:sz w:val="28"/>
                <w:szCs w:val="28"/>
                <w:lang w:val="uk-UA"/>
              </w:rPr>
              <w:t>директор Глухівського медичного училища (за згодою);</w:t>
            </w:r>
          </w:p>
        </w:tc>
      </w:tr>
      <w:tr w:rsidR="00D73A9C" w:rsidRPr="00077C01" w:rsidTr="00077C01">
        <w:tc>
          <w:tcPr>
            <w:tcW w:w="4644" w:type="dxa"/>
          </w:tcPr>
          <w:p w:rsidR="00D73A9C" w:rsidRPr="00077C01" w:rsidRDefault="00D73A9C" w:rsidP="00077C01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7C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Литвиненко Анатолій Васильович,</w:t>
            </w:r>
          </w:p>
        </w:tc>
        <w:tc>
          <w:tcPr>
            <w:tcW w:w="4962" w:type="dxa"/>
          </w:tcPr>
          <w:p w:rsidR="00D73A9C" w:rsidRPr="00077C01" w:rsidRDefault="00D73A9C" w:rsidP="00077C01">
            <w:pPr>
              <w:pStyle w:val="NoSpacing"/>
              <w:ind w:left="720"/>
              <w:jc w:val="both"/>
              <w:rPr>
                <w:rFonts w:ascii="Times New Roman" w:hAnsi="Times New Roman"/>
                <w:spacing w:val="-20"/>
                <w:sz w:val="28"/>
                <w:szCs w:val="28"/>
                <w:lang w:val="uk-UA"/>
              </w:rPr>
            </w:pPr>
            <w:r w:rsidRPr="00077C01">
              <w:rPr>
                <w:rFonts w:ascii="Times New Roman" w:hAnsi="Times New Roman"/>
                <w:spacing w:val="-20"/>
                <w:sz w:val="28"/>
                <w:szCs w:val="28"/>
                <w:lang w:val="uk-UA"/>
              </w:rPr>
              <w:t>директор Глухівського агротехнічного інституту ім. С. А. Ковпака Сумського НАУ (за згодою);</w:t>
            </w:r>
          </w:p>
        </w:tc>
      </w:tr>
      <w:tr w:rsidR="00D73A9C" w:rsidRPr="00077C01" w:rsidTr="00077C01">
        <w:tc>
          <w:tcPr>
            <w:tcW w:w="4644" w:type="dxa"/>
          </w:tcPr>
          <w:p w:rsidR="00D73A9C" w:rsidRPr="00077C01" w:rsidRDefault="00D73A9C" w:rsidP="00077C01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7C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Новиков В’ячеслав Володимирович,</w:t>
            </w:r>
          </w:p>
        </w:tc>
        <w:tc>
          <w:tcPr>
            <w:tcW w:w="4962" w:type="dxa"/>
          </w:tcPr>
          <w:p w:rsidR="00D73A9C" w:rsidRPr="00077C01" w:rsidRDefault="00D73A9C" w:rsidP="00077C01">
            <w:pPr>
              <w:pStyle w:val="NoSpacing"/>
              <w:ind w:left="720"/>
              <w:jc w:val="both"/>
              <w:rPr>
                <w:rFonts w:ascii="Times New Roman" w:hAnsi="Times New Roman"/>
                <w:spacing w:val="-20"/>
                <w:sz w:val="28"/>
                <w:szCs w:val="28"/>
                <w:lang w:val="uk-UA"/>
              </w:rPr>
            </w:pPr>
            <w:r w:rsidRPr="00077C01">
              <w:rPr>
                <w:rFonts w:ascii="Times New Roman" w:hAnsi="Times New Roman"/>
                <w:spacing w:val="-20"/>
                <w:sz w:val="28"/>
                <w:szCs w:val="28"/>
                <w:lang w:val="uk-UA"/>
              </w:rPr>
              <w:t>директор державного навчального закладу «Глухівське вище професійне училище» (за згодою);</w:t>
            </w:r>
          </w:p>
        </w:tc>
      </w:tr>
      <w:tr w:rsidR="00D73A9C" w:rsidRPr="00077C01" w:rsidTr="00077C01">
        <w:tc>
          <w:tcPr>
            <w:tcW w:w="4644" w:type="dxa"/>
          </w:tcPr>
          <w:p w:rsidR="00D73A9C" w:rsidRPr="00077C01" w:rsidRDefault="00D73A9C" w:rsidP="00077C01">
            <w:pPr>
              <w:pStyle w:val="HTMLPreformatted"/>
              <w:spacing w:line="293" w:lineRule="atLeast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7C01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Ребченко Олександр Мефодійович,</w:t>
            </w:r>
          </w:p>
        </w:tc>
        <w:tc>
          <w:tcPr>
            <w:tcW w:w="4962" w:type="dxa"/>
          </w:tcPr>
          <w:p w:rsidR="00D73A9C" w:rsidRPr="00077C01" w:rsidRDefault="00D73A9C" w:rsidP="00077C01">
            <w:pPr>
              <w:pStyle w:val="NoSpacing"/>
              <w:ind w:left="720"/>
              <w:jc w:val="both"/>
              <w:rPr>
                <w:rFonts w:ascii="Times New Roman" w:hAnsi="Times New Roman"/>
                <w:spacing w:val="-20"/>
                <w:sz w:val="28"/>
                <w:szCs w:val="28"/>
                <w:lang w:val="uk-UA"/>
              </w:rPr>
            </w:pPr>
            <w:r w:rsidRPr="00077C01">
              <w:rPr>
                <w:rFonts w:ascii="Times New Roman" w:hAnsi="Times New Roman"/>
                <w:spacing w:val="-20"/>
                <w:sz w:val="28"/>
                <w:szCs w:val="28"/>
                <w:lang w:val="uk-UA"/>
              </w:rPr>
              <w:t>директор Професійно-педагогічного коледжу Глухівського національного педагогічного університету імені Олександра Довженка (за згодою).</w:t>
            </w:r>
          </w:p>
        </w:tc>
      </w:tr>
    </w:tbl>
    <w:p w:rsidR="00D73A9C" w:rsidRPr="004A46A2" w:rsidRDefault="00D73A9C" w:rsidP="00A10E61">
      <w:pPr>
        <w:pStyle w:val="NoSpacing"/>
        <w:rPr>
          <w:rFonts w:ascii="Times New Roman" w:hAnsi="Times New Roman"/>
          <w:sz w:val="24"/>
          <w:szCs w:val="24"/>
          <w:lang w:val="uk-UA"/>
        </w:rPr>
      </w:pPr>
    </w:p>
    <w:p w:rsidR="00D73A9C" w:rsidRPr="004A46A2" w:rsidRDefault="00D73A9C" w:rsidP="00A10E61">
      <w:pPr>
        <w:pStyle w:val="NoSpacing"/>
        <w:rPr>
          <w:rFonts w:ascii="Times New Roman" w:hAnsi="Times New Roman"/>
          <w:sz w:val="24"/>
          <w:szCs w:val="24"/>
          <w:lang w:val="uk-UA"/>
        </w:rPr>
      </w:pPr>
    </w:p>
    <w:p w:rsidR="00D73A9C" w:rsidRPr="004A46A2" w:rsidRDefault="00D73A9C" w:rsidP="00A10E61">
      <w:pPr>
        <w:pStyle w:val="NoSpacing"/>
        <w:rPr>
          <w:rFonts w:ascii="Times New Roman" w:hAnsi="Times New Roman"/>
          <w:b/>
          <w:spacing w:val="-20"/>
          <w:sz w:val="28"/>
          <w:szCs w:val="28"/>
          <w:lang w:val="uk-UA"/>
        </w:rPr>
      </w:pPr>
      <w:r w:rsidRPr="004A46A2"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Керуюча справами </w:t>
      </w:r>
    </w:p>
    <w:p w:rsidR="00D73A9C" w:rsidRPr="004A46A2" w:rsidRDefault="00D73A9C" w:rsidP="00A10E61">
      <w:pPr>
        <w:pStyle w:val="NoSpacing"/>
        <w:rPr>
          <w:rFonts w:ascii="Times New Roman" w:hAnsi="Times New Roman"/>
          <w:b/>
          <w:spacing w:val="-20"/>
          <w:sz w:val="28"/>
          <w:szCs w:val="28"/>
          <w:lang w:val="uk-UA"/>
        </w:rPr>
      </w:pPr>
      <w:r w:rsidRPr="004A46A2">
        <w:rPr>
          <w:rFonts w:ascii="Times New Roman" w:hAnsi="Times New Roman"/>
          <w:b/>
          <w:spacing w:val="-20"/>
          <w:sz w:val="28"/>
          <w:szCs w:val="28"/>
          <w:lang w:val="uk-UA"/>
        </w:rPr>
        <w:t>виконавчого комітету міської ради</w:t>
      </w:r>
      <w:r w:rsidRPr="004A46A2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4A46A2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4A46A2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4A46A2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4A46A2">
        <w:rPr>
          <w:rFonts w:ascii="Times New Roman" w:hAnsi="Times New Roman"/>
          <w:b/>
          <w:spacing w:val="-20"/>
          <w:sz w:val="28"/>
          <w:szCs w:val="28"/>
          <w:lang w:val="uk-UA"/>
        </w:rPr>
        <w:tab/>
        <w:t xml:space="preserve"> О.О. Гаврильченко</w:t>
      </w:r>
    </w:p>
    <w:p w:rsidR="00D73A9C" w:rsidRPr="004A46A2" w:rsidRDefault="00D73A9C" w:rsidP="00A10E61">
      <w:pPr>
        <w:pStyle w:val="HTMLPreformatted"/>
        <w:shd w:val="clear" w:color="auto" w:fill="FFFFFF"/>
        <w:spacing w:line="293" w:lineRule="atLeast"/>
        <w:ind w:left="284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</w:p>
    <w:p w:rsidR="00D73A9C" w:rsidRPr="004A46A2" w:rsidRDefault="00D73A9C" w:rsidP="00A10E61">
      <w:pPr>
        <w:pStyle w:val="HTMLPreformatted"/>
        <w:shd w:val="clear" w:color="auto" w:fill="FFFFFF"/>
        <w:spacing w:line="293" w:lineRule="atLeast"/>
        <w:ind w:left="284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</w:p>
    <w:p w:rsidR="00D73A9C" w:rsidRPr="004A46A2" w:rsidRDefault="00D73A9C" w:rsidP="00A10E61">
      <w:pPr>
        <w:pStyle w:val="HTMLPreformatted"/>
        <w:shd w:val="clear" w:color="auto" w:fill="FFFFFF"/>
        <w:spacing w:line="293" w:lineRule="atLeast"/>
        <w:ind w:left="284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</w:p>
    <w:p w:rsidR="00D73A9C" w:rsidRPr="004A46A2" w:rsidRDefault="00D73A9C" w:rsidP="00A10E61">
      <w:pPr>
        <w:pStyle w:val="HTMLPreformatted"/>
        <w:shd w:val="clear" w:color="auto" w:fill="FFFFFF"/>
        <w:spacing w:line="293" w:lineRule="atLeast"/>
        <w:ind w:left="284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</w:p>
    <w:p w:rsidR="00D73A9C" w:rsidRPr="004A46A2" w:rsidRDefault="00D73A9C" w:rsidP="00A10E61">
      <w:pPr>
        <w:pStyle w:val="HTMLPreformatted"/>
        <w:shd w:val="clear" w:color="auto" w:fill="FFFFFF"/>
        <w:spacing w:line="293" w:lineRule="atLeast"/>
        <w:ind w:left="284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</w:p>
    <w:p w:rsidR="00D73A9C" w:rsidRPr="004A46A2" w:rsidRDefault="00D73A9C" w:rsidP="00A10E61">
      <w:pPr>
        <w:pStyle w:val="HTMLPreformatted"/>
        <w:shd w:val="clear" w:color="auto" w:fill="FFFFFF"/>
        <w:spacing w:line="293" w:lineRule="atLeast"/>
        <w:ind w:left="284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</w:p>
    <w:p w:rsidR="00D73A9C" w:rsidRPr="004A46A2" w:rsidRDefault="00D73A9C" w:rsidP="00A10E61">
      <w:pPr>
        <w:pStyle w:val="HTMLPreformatted"/>
        <w:shd w:val="clear" w:color="auto" w:fill="FFFFFF"/>
        <w:spacing w:line="293" w:lineRule="atLeast"/>
        <w:ind w:left="284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</w:p>
    <w:sectPr w:rsidR="00D73A9C" w:rsidRPr="004A46A2" w:rsidSect="005A0835">
      <w:pgSz w:w="11906" w:h="16838"/>
      <w:pgMar w:top="1134" w:right="70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A9C" w:rsidRDefault="00D73A9C" w:rsidP="00D43CB1">
      <w:pPr>
        <w:spacing w:after="0" w:line="240" w:lineRule="auto"/>
      </w:pPr>
      <w:r>
        <w:separator/>
      </w:r>
    </w:p>
  </w:endnote>
  <w:endnote w:type="continuationSeparator" w:id="0">
    <w:p w:rsidR="00D73A9C" w:rsidRDefault="00D73A9C" w:rsidP="00D43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A9C" w:rsidRDefault="00D73A9C" w:rsidP="00D43CB1">
      <w:pPr>
        <w:spacing w:after="0" w:line="240" w:lineRule="auto"/>
      </w:pPr>
      <w:r>
        <w:separator/>
      </w:r>
    </w:p>
  </w:footnote>
  <w:footnote w:type="continuationSeparator" w:id="0">
    <w:p w:rsidR="00D73A9C" w:rsidRDefault="00D73A9C" w:rsidP="00D43C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6329"/>
    <w:multiLevelType w:val="hybridMultilevel"/>
    <w:tmpl w:val="4C0CC992"/>
    <w:lvl w:ilvl="0" w:tplc="3F749C94">
      <w:start w:val="6"/>
      <w:numFmt w:val="decimal"/>
      <w:lvlText w:val="%1."/>
      <w:lvlJc w:val="left"/>
      <w:pPr>
        <w:ind w:left="214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  <w:rPr>
        <w:rFonts w:cs="Times New Roman"/>
      </w:rPr>
    </w:lvl>
  </w:abstractNum>
  <w:abstractNum w:abstractNumId="1">
    <w:nsid w:val="0E562780"/>
    <w:multiLevelType w:val="multilevel"/>
    <w:tmpl w:val="EDB247D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15" w:hanging="97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97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15" w:hanging="97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2">
    <w:nsid w:val="13294BAC"/>
    <w:multiLevelType w:val="multilevel"/>
    <w:tmpl w:val="856271A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1BF427E2"/>
    <w:multiLevelType w:val="hybridMultilevel"/>
    <w:tmpl w:val="947A8D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181541"/>
    <w:multiLevelType w:val="hybridMultilevel"/>
    <w:tmpl w:val="5BFC3D7A"/>
    <w:lvl w:ilvl="0" w:tplc="B2AACC18">
      <w:start w:val="5"/>
      <w:numFmt w:val="decimal"/>
      <w:lvlText w:val="%1."/>
      <w:lvlJc w:val="left"/>
      <w:pPr>
        <w:ind w:left="17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5">
    <w:nsid w:val="2C1D16D1"/>
    <w:multiLevelType w:val="hybridMultilevel"/>
    <w:tmpl w:val="FF18C9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9217B7"/>
    <w:multiLevelType w:val="hybridMultilevel"/>
    <w:tmpl w:val="EA8A4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BF77F5"/>
    <w:multiLevelType w:val="multilevel"/>
    <w:tmpl w:val="98DA753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8">
    <w:nsid w:val="3B10279C"/>
    <w:multiLevelType w:val="multilevel"/>
    <w:tmpl w:val="4998DCB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2."/>
      <w:lvlJc w:val="left"/>
      <w:pPr>
        <w:ind w:left="1004" w:hanging="720"/>
      </w:pPr>
      <w:rPr>
        <w:rFonts w:ascii="Times New Roman" w:eastAsia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9">
    <w:nsid w:val="3CB22E0D"/>
    <w:multiLevelType w:val="hybridMultilevel"/>
    <w:tmpl w:val="4E686F50"/>
    <w:lvl w:ilvl="0" w:tplc="8FECCD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DC979EF"/>
    <w:multiLevelType w:val="multilevel"/>
    <w:tmpl w:val="474A6D0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1">
    <w:nsid w:val="49091323"/>
    <w:multiLevelType w:val="hybridMultilevel"/>
    <w:tmpl w:val="57AA7A04"/>
    <w:lvl w:ilvl="0" w:tplc="4FF25A0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FFE101E"/>
    <w:multiLevelType w:val="hybridMultilevel"/>
    <w:tmpl w:val="223CCA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25A7E0C"/>
    <w:multiLevelType w:val="hybridMultilevel"/>
    <w:tmpl w:val="4EC654D0"/>
    <w:lvl w:ilvl="0" w:tplc="CEB8F92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232DAE"/>
    <w:multiLevelType w:val="hybridMultilevel"/>
    <w:tmpl w:val="E7682020"/>
    <w:lvl w:ilvl="0" w:tplc="F6746F02">
      <w:start w:val="1"/>
      <w:numFmt w:val="decimal"/>
      <w:lvlText w:val="%1."/>
      <w:lvlJc w:val="left"/>
      <w:pPr>
        <w:ind w:left="178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8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  <w:rPr>
        <w:rFonts w:cs="Times New Roman"/>
      </w:rPr>
    </w:lvl>
  </w:abstractNum>
  <w:abstractNum w:abstractNumId="15">
    <w:nsid w:val="54C67136"/>
    <w:multiLevelType w:val="hybridMultilevel"/>
    <w:tmpl w:val="064C0B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C31D89"/>
    <w:multiLevelType w:val="hybridMultilevel"/>
    <w:tmpl w:val="48B0166C"/>
    <w:lvl w:ilvl="0" w:tplc="05B419EE">
      <w:start w:val="6"/>
      <w:numFmt w:val="decimal"/>
      <w:lvlText w:val="%1."/>
      <w:lvlJc w:val="left"/>
      <w:pPr>
        <w:ind w:left="17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17">
    <w:nsid w:val="79D35C5F"/>
    <w:multiLevelType w:val="hybridMultilevel"/>
    <w:tmpl w:val="ED3A66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A0D227D"/>
    <w:multiLevelType w:val="multilevel"/>
    <w:tmpl w:val="91340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CDA1C03"/>
    <w:multiLevelType w:val="hybridMultilevel"/>
    <w:tmpl w:val="B352FC38"/>
    <w:lvl w:ilvl="0" w:tplc="F8CC72A8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E1C4776"/>
    <w:multiLevelType w:val="hybridMultilevel"/>
    <w:tmpl w:val="6AC0BFD4"/>
    <w:lvl w:ilvl="0" w:tplc="D74E431E">
      <w:start w:val="1"/>
      <w:numFmt w:val="decimal"/>
      <w:lvlText w:val="%1."/>
      <w:lvlJc w:val="left"/>
      <w:pPr>
        <w:ind w:left="2149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num w:numId="1">
    <w:abstractNumId w:val="17"/>
  </w:num>
  <w:num w:numId="2">
    <w:abstractNumId w:val="1"/>
  </w:num>
  <w:num w:numId="3">
    <w:abstractNumId w:val="14"/>
  </w:num>
  <w:num w:numId="4">
    <w:abstractNumId w:val="2"/>
  </w:num>
  <w:num w:numId="5">
    <w:abstractNumId w:val="7"/>
  </w:num>
  <w:num w:numId="6">
    <w:abstractNumId w:val="10"/>
  </w:num>
  <w:num w:numId="7">
    <w:abstractNumId w:val="13"/>
  </w:num>
  <w:num w:numId="8">
    <w:abstractNumId w:val="18"/>
    <w:lvlOverride w:ilvl="0">
      <w:startOverride w:val="1"/>
    </w:lvlOverride>
  </w:num>
  <w:num w:numId="9">
    <w:abstractNumId w:val="18"/>
    <w:lvlOverride w:ilvl="0">
      <w:startOverride w:val="2"/>
    </w:lvlOverride>
  </w:num>
  <w:num w:numId="10">
    <w:abstractNumId w:val="18"/>
    <w:lvlOverride w:ilvl="0">
      <w:startOverride w:val="3"/>
    </w:lvlOverride>
  </w:num>
  <w:num w:numId="11">
    <w:abstractNumId w:val="18"/>
    <w:lvlOverride w:ilvl="0">
      <w:startOverride w:val="4"/>
    </w:lvlOverride>
  </w:num>
  <w:num w:numId="12">
    <w:abstractNumId w:val="18"/>
    <w:lvlOverride w:ilvl="0">
      <w:startOverride w:val="5"/>
    </w:lvlOverride>
  </w:num>
  <w:num w:numId="13">
    <w:abstractNumId w:val="11"/>
  </w:num>
  <w:num w:numId="14">
    <w:abstractNumId w:val="4"/>
  </w:num>
  <w:num w:numId="15">
    <w:abstractNumId w:val="19"/>
  </w:num>
  <w:num w:numId="16">
    <w:abstractNumId w:val="16"/>
  </w:num>
  <w:num w:numId="17">
    <w:abstractNumId w:val="0"/>
  </w:num>
  <w:num w:numId="18">
    <w:abstractNumId w:val="8"/>
  </w:num>
  <w:num w:numId="19">
    <w:abstractNumId w:val="5"/>
  </w:num>
  <w:num w:numId="20">
    <w:abstractNumId w:val="6"/>
  </w:num>
  <w:num w:numId="21">
    <w:abstractNumId w:val="3"/>
  </w:num>
  <w:num w:numId="22">
    <w:abstractNumId w:val="15"/>
  </w:num>
  <w:num w:numId="23">
    <w:abstractNumId w:val="12"/>
  </w:num>
  <w:num w:numId="24">
    <w:abstractNumId w:val="9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59EE"/>
    <w:rsid w:val="00012E0D"/>
    <w:rsid w:val="00032E4B"/>
    <w:rsid w:val="00033F55"/>
    <w:rsid w:val="0005046D"/>
    <w:rsid w:val="00064A7C"/>
    <w:rsid w:val="00077C01"/>
    <w:rsid w:val="000827E7"/>
    <w:rsid w:val="000B3CA2"/>
    <w:rsid w:val="000B55D8"/>
    <w:rsid w:val="000D0B2E"/>
    <w:rsid w:val="00105022"/>
    <w:rsid w:val="0013399E"/>
    <w:rsid w:val="001572FD"/>
    <w:rsid w:val="00170FF1"/>
    <w:rsid w:val="001842FC"/>
    <w:rsid w:val="00191D96"/>
    <w:rsid w:val="001A5165"/>
    <w:rsid w:val="001B35D0"/>
    <w:rsid w:val="001B5E71"/>
    <w:rsid w:val="001B6E4F"/>
    <w:rsid w:val="001E78E3"/>
    <w:rsid w:val="00210504"/>
    <w:rsid w:val="002137F6"/>
    <w:rsid w:val="0023354E"/>
    <w:rsid w:val="00243337"/>
    <w:rsid w:val="00267A07"/>
    <w:rsid w:val="00273796"/>
    <w:rsid w:val="002B6A2D"/>
    <w:rsid w:val="002D08A5"/>
    <w:rsid w:val="002E46F0"/>
    <w:rsid w:val="00300560"/>
    <w:rsid w:val="0032050E"/>
    <w:rsid w:val="003259EE"/>
    <w:rsid w:val="003434A4"/>
    <w:rsid w:val="00353DCC"/>
    <w:rsid w:val="00374E81"/>
    <w:rsid w:val="00384608"/>
    <w:rsid w:val="00392E99"/>
    <w:rsid w:val="003947A9"/>
    <w:rsid w:val="003B5686"/>
    <w:rsid w:val="003C4A08"/>
    <w:rsid w:val="00433E70"/>
    <w:rsid w:val="00454773"/>
    <w:rsid w:val="004A46A2"/>
    <w:rsid w:val="004C0B2C"/>
    <w:rsid w:val="004D08E7"/>
    <w:rsid w:val="004F4E5E"/>
    <w:rsid w:val="004F65C6"/>
    <w:rsid w:val="00522D47"/>
    <w:rsid w:val="005429CC"/>
    <w:rsid w:val="00581DBD"/>
    <w:rsid w:val="00583295"/>
    <w:rsid w:val="005A0835"/>
    <w:rsid w:val="005A62B3"/>
    <w:rsid w:val="005E54EA"/>
    <w:rsid w:val="005E7ECC"/>
    <w:rsid w:val="00630FA2"/>
    <w:rsid w:val="00633D4E"/>
    <w:rsid w:val="00637495"/>
    <w:rsid w:val="006378E2"/>
    <w:rsid w:val="006478EE"/>
    <w:rsid w:val="00683BFB"/>
    <w:rsid w:val="00686481"/>
    <w:rsid w:val="006908D4"/>
    <w:rsid w:val="006C3CE7"/>
    <w:rsid w:val="006F5AB2"/>
    <w:rsid w:val="006F7B23"/>
    <w:rsid w:val="00722270"/>
    <w:rsid w:val="007333E6"/>
    <w:rsid w:val="00737B47"/>
    <w:rsid w:val="00737B62"/>
    <w:rsid w:val="00742794"/>
    <w:rsid w:val="00750067"/>
    <w:rsid w:val="00752498"/>
    <w:rsid w:val="00752D8C"/>
    <w:rsid w:val="00781995"/>
    <w:rsid w:val="007C2895"/>
    <w:rsid w:val="007F6967"/>
    <w:rsid w:val="007F7AE0"/>
    <w:rsid w:val="008170B5"/>
    <w:rsid w:val="0082111E"/>
    <w:rsid w:val="0083291D"/>
    <w:rsid w:val="00840407"/>
    <w:rsid w:val="0084066B"/>
    <w:rsid w:val="00843128"/>
    <w:rsid w:val="008B05E7"/>
    <w:rsid w:val="008C300E"/>
    <w:rsid w:val="008C7764"/>
    <w:rsid w:val="008D1DF0"/>
    <w:rsid w:val="008F6231"/>
    <w:rsid w:val="00911E30"/>
    <w:rsid w:val="00911EB4"/>
    <w:rsid w:val="009122B1"/>
    <w:rsid w:val="00912BB0"/>
    <w:rsid w:val="009137C6"/>
    <w:rsid w:val="00924F0B"/>
    <w:rsid w:val="0093441A"/>
    <w:rsid w:val="009400DE"/>
    <w:rsid w:val="00944F5A"/>
    <w:rsid w:val="00965726"/>
    <w:rsid w:val="00972E58"/>
    <w:rsid w:val="0098117E"/>
    <w:rsid w:val="009A6D3A"/>
    <w:rsid w:val="009C68DF"/>
    <w:rsid w:val="009E7EA2"/>
    <w:rsid w:val="009F0595"/>
    <w:rsid w:val="00A10E61"/>
    <w:rsid w:val="00A35B05"/>
    <w:rsid w:val="00A76AC8"/>
    <w:rsid w:val="00A83B17"/>
    <w:rsid w:val="00A83C22"/>
    <w:rsid w:val="00AB178B"/>
    <w:rsid w:val="00AE02DF"/>
    <w:rsid w:val="00AE3048"/>
    <w:rsid w:val="00B035EE"/>
    <w:rsid w:val="00B51A89"/>
    <w:rsid w:val="00B677EE"/>
    <w:rsid w:val="00B94AE5"/>
    <w:rsid w:val="00BB3DA9"/>
    <w:rsid w:val="00BB6BD8"/>
    <w:rsid w:val="00BD0F1D"/>
    <w:rsid w:val="00BD3D89"/>
    <w:rsid w:val="00BE3536"/>
    <w:rsid w:val="00BF6080"/>
    <w:rsid w:val="00C12D18"/>
    <w:rsid w:val="00C219E5"/>
    <w:rsid w:val="00C31E89"/>
    <w:rsid w:val="00C726E5"/>
    <w:rsid w:val="00C74C2F"/>
    <w:rsid w:val="00C9173B"/>
    <w:rsid w:val="00CB5570"/>
    <w:rsid w:val="00CC6247"/>
    <w:rsid w:val="00CD309D"/>
    <w:rsid w:val="00CE0E47"/>
    <w:rsid w:val="00CE7660"/>
    <w:rsid w:val="00D21A5A"/>
    <w:rsid w:val="00D33C39"/>
    <w:rsid w:val="00D43CB1"/>
    <w:rsid w:val="00D46F1F"/>
    <w:rsid w:val="00D73A9C"/>
    <w:rsid w:val="00DD38F8"/>
    <w:rsid w:val="00DD3D1A"/>
    <w:rsid w:val="00DE29A0"/>
    <w:rsid w:val="00E00D11"/>
    <w:rsid w:val="00E13F34"/>
    <w:rsid w:val="00E260DD"/>
    <w:rsid w:val="00E272A3"/>
    <w:rsid w:val="00E33A38"/>
    <w:rsid w:val="00E35A82"/>
    <w:rsid w:val="00E43294"/>
    <w:rsid w:val="00E83A0C"/>
    <w:rsid w:val="00E95991"/>
    <w:rsid w:val="00EA3C87"/>
    <w:rsid w:val="00EC4129"/>
    <w:rsid w:val="00EC417B"/>
    <w:rsid w:val="00ED315D"/>
    <w:rsid w:val="00EF5657"/>
    <w:rsid w:val="00F66BD1"/>
    <w:rsid w:val="00F8465E"/>
    <w:rsid w:val="00F90FE6"/>
    <w:rsid w:val="00FB2418"/>
    <w:rsid w:val="00FC6F45"/>
    <w:rsid w:val="00FD20A0"/>
    <w:rsid w:val="00FD4BAD"/>
    <w:rsid w:val="00FD5569"/>
    <w:rsid w:val="00FE38F4"/>
    <w:rsid w:val="00FF0655"/>
    <w:rsid w:val="00FF4107"/>
    <w:rsid w:val="00FF4156"/>
    <w:rsid w:val="00FF5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46D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2E5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59EE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kern w:val="28"/>
      <w:sz w:val="28"/>
      <w:szCs w:val="28"/>
      <w:lang w:val="uk-UA"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259EE"/>
    <w:pPr>
      <w:keepNext/>
      <w:autoSpaceDE w:val="0"/>
      <w:autoSpaceDN w:val="0"/>
      <w:spacing w:after="0" w:line="240" w:lineRule="auto"/>
      <w:jc w:val="center"/>
      <w:outlineLvl w:val="5"/>
    </w:pPr>
    <w:rPr>
      <w:rFonts w:ascii="Times New Roman" w:eastAsia="Times New Roman" w:hAnsi="Times New Roman"/>
      <w:b/>
      <w:bCs/>
      <w:sz w:val="32"/>
      <w:szCs w:val="32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2E58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259EE"/>
    <w:rPr>
      <w:rFonts w:ascii="Times New Roman" w:hAnsi="Times New Roman" w:cs="Times New Roman"/>
      <w:b/>
      <w:bCs/>
      <w:kern w:val="28"/>
      <w:sz w:val="28"/>
      <w:szCs w:val="28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259EE"/>
    <w:rPr>
      <w:rFonts w:ascii="Times New Roman" w:hAnsi="Times New Roman" w:cs="Times New Roman"/>
      <w:b/>
      <w:bCs/>
      <w:sz w:val="32"/>
      <w:szCs w:val="32"/>
      <w:lang w:val="uk-UA" w:eastAsia="ru-RU"/>
    </w:rPr>
  </w:style>
  <w:style w:type="paragraph" w:styleId="NoSpacing">
    <w:name w:val="No Spacing"/>
    <w:uiPriority w:val="99"/>
    <w:qFormat/>
    <w:rsid w:val="003259EE"/>
    <w:rPr>
      <w:lang w:eastAsia="en-US"/>
    </w:rPr>
  </w:style>
  <w:style w:type="paragraph" w:styleId="Header">
    <w:name w:val="header"/>
    <w:basedOn w:val="Normal"/>
    <w:link w:val="HeaderChar"/>
    <w:uiPriority w:val="99"/>
    <w:rsid w:val="00D43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43CB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43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43CB1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75249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752498"/>
    <w:rPr>
      <w:rFonts w:ascii="Consolas" w:hAnsi="Consolas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0D0B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42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29C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A10E6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972E58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uk-UA" w:eastAsia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972E58"/>
    <w:rPr>
      <w:rFonts w:ascii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3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3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197</Words>
  <Characters>1127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УСМС</dc:creator>
  <cp:keywords/>
  <dc:description/>
  <cp:lastModifiedBy>WinXPProSP3</cp:lastModifiedBy>
  <cp:revision>2</cp:revision>
  <cp:lastPrinted>2017-11-02T14:11:00Z</cp:lastPrinted>
  <dcterms:created xsi:type="dcterms:W3CDTF">2017-11-09T09:12:00Z</dcterms:created>
  <dcterms:modified xsi:type="dcterms:W3CDTF">2017-11-09T09:12:00Z</dcterms:modified>
</cp:coreProperties>
</file>