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5FC" w:rsidRPr="00615E36" w:rsidRDefault="00E435FC" w:rsidP="00A42950">
      <w:pPr>
        <w:spacing w:after="0" w:line="240" w:lineRule="auto"/>
        <w:jc w:val="center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                          </w:t>
      </w:r>
      <w:r w:rsidRPr="00615E36">
        <w:rPr>
          <w:rFonts w:ascii="Times New Roman" w:hAnsi="Times New Roman"/>
          <w:sz w:val="28"/>
          <w:szCs w:val="28"/>
          <w:lang w:val="uk-UA" w:eastAsia="ru-RU"/>
        </w:rPr>
        <w:t>ЗАТВЕРДЖЕНО</w:t>
      </w:r>
    </w:p>
    <w:p w:rsidR="00E435FC" w:rsidRDefault="00E435FC" w:rsidP="00A4295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615E36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               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розпорядження міського голови                 </w:t>
      </w:r>
    </w:p>
    <w:p w:rsidR="00E435FC" w:rsidRPr="00E70EA0" w:rsidRDefault="00E435FC" w:rsidP="00A4295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          15.11.2017№233-ОД                                     </w:t>
      </w:r>
    </w:p>
    <w:p w:rsidR="00E435FC" w:rsidRPr="00615E36" w:rsidRDefault="00E435FC" w:rsidP="00A42950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</w:p>
    <w:p w:rsidR="00E435FC" w:rsidRPr="00615E36" w:rsidRDefault="00E435FC" w:rsidP="00152BCD">
      <w:pPr>
        <w:tabs>
          <w:tab w:val="left" w:pos="312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План </w:t>
      </w:r>
      <w:r>
        <w:rPr>
          <w:rFonts w:ascii="Times New Roman" w:hAnsi="Times New Roman"/>
          <w:b/>
          <w:sz w:val="28"/>
          <w:szCs w:val="28"/>
        </w:rPr>
        <w:t>заходів</w:t>
      </w:r>
    </w:p>
    <w:p w:rsidR="00E435FC" w:rsidRDefault="00E435FC" w:rsidP="00A42950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щодо відзначення в місті Глухові у 2017 році Дня Гідності та Свободи</w:t>
      </w:r>
    </w:p>
    <w:p w:rsidR="00E435FC" w:rsidRDefault="00E435FC" w:rsidP="00A42950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p w:rsidR="00E435FC" w:rsidRPr="00EA5A9C" w:rsidRDefault="00E435FC" w:rsidP="00A42950">
      <w:pPr>
        <w:tabs>
          <w:tab w:val="left" w:pos="31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0"/>
        <w:gridCol w:w="6233"/>
        <w:gridCol w:w="2971"/>
      </w:tblGrid>
      <w:tr w:rsidR="00E435FC" w:rsidRPr="00C353E3" w:rsidTr="00C353E3">
        <w:tc>
          <w:tcPr>
            <w:tcW w:w="850" w:type="dxa"/>
          </w:tcPr>
          <w:p w:rsidR="00E435FC" w:rsidRPr="00C353E3" w:rsidRDefault="00E435FC" w:rsidP="00C353E3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353E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6233" w:type="dxa"/>
          </w:tcPr>
          <w:p w:rsidR="00E435FC" w:rsidRPr="00C353E3" w:rsidRDefault="00E435FC" w:rsidP="00C353E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353E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971" w:type="dxa"/>
          </w:tcPr>
          <w:p w:rsidR="00E435FC" w:rsidRPr="00C353E3" w:rsidRDefault="00E435FC" w:rsidP="00C353E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353E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ВІДПОВІДАЛЬНІ ВИКОНАЦІ</w:t>
            </w:r>
          </w:p>
        </w:tc>
      </w:tr>
      <w:tr w:rsidR="00E435FC" w:rsidRPr="00C353E3" w:rsidTr="00C353E3">
        <w:tc>
          <w:tcPr>
            <w:tcW w:w="850" w:type="dxa"/>
          </w:tcPr>
          <w:p w:rsidR="00E435FC" w:rsidRPr="00C353E3" w:rsidRDefault="00E435FC" w:rsidP="00C353E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353E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6233" w:type="dxa"/>
          </w:tcPr>
          <w:p w:rsidR="00E435FC" w:rsidRPr="00C353E3" w:rsidRDefault="00E435FC" w:rsidP="00C353E3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353E3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мітингу за участю керівників міської ради, учасників революційних подій в Україні у 2004 році, 2013-2014 роках, учасників антитерористичної операції в Донецькій та Луганській областях, представників громадських об’єднань та молоді.</w:t>
            </w:r>
          </w:p>
        </w:tc>
        <w:tc>
          <w:tcPr>
            <w:tcW w:w="2971" w:type="dxa"/>
          </w:tcPr>
          <w:p w:rsidR="00E435FC" w:rsidRPr="00C353E3" w:rsidRDefault="00E435FC" w:rsidP="00C353E3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53E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з правової та внутрішньої політики міської ради (Демченко О.А.) </w:t>
            </w:r>
          </w:p>
          <w:p w:rsidR="00E435FC" w:rsidRPr="00C353E3" w:rsidRDefault="00E435FC" w:rsidP="00C353E3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53E3">
              <w:rPr>
                <w:rFonts w:ascii="Times New Roman" w:hAnsi="Times New Roman"/>
                <w:sz w:val="28"/>
                <w:szCs w:val="28"/>
                <w:lang w:val="uk-UA"/>
              </w:rPr>
              <w:t>Відділ культури міської ради (Самощенко О.М.)</w:t>
            </w:r>
          </w:p>
          <w:p w:rsidR="00E435FC" w:rsidRPr="00C353E3" w:rsidRDefault="00E435FC" w:rsidP="00C353E3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53E3">
              <w:rPr>
                <w:rFonts w:ascii="Times New Roman" w:hAnsi="Times New Roman"/>
                <w:sz w:val="28"/>
                <w:szCs w:val="28"/>
                <w:lang w:val="uk-UA"/>
              </w:rPr>
              <w:t>21.11.2017</w:t>
            </w:r>
          </w:p>
        </w:tc>
      </w:tr>
      <w:tr w:rsidR="00E435FC" w:rsidRPr="00C353E3" w:rsidTr="00C353E3">
        <w:tc>
          <w:tcPr>
            <w:tcW w:w="850" w:type="dxa"/>
          </w:tcPr>
          <w:p w:rsidR="00E435FC" w:rsidRPr="00C353E3" w:rsidRDefault="00E435FC" w:rsidP="00C353E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353E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6233" w:type="dxa"/>
          </w:tcPr>
          <w:p w:rsidR="00E435FC" w:rsidRPr="00C353E3" w:rsidRDefault="00E435FC" w:rsidP="00C353E3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53E3">
              <w:rPr>
                <w:rFonts w:ascii="Times New Roman" w:hAnsi="Times New Roman"/>
                <w:sz w:val="28"/>
                <w:szCs w:val="28"/>
                <w:lang w:val="uk-UA"/>
              </w:rPr>
              <w:t>Покладання квітів до пам’ятного знаку Героїв Небесної сотні та могили учасника антитерористичної операції, заступника командира мінометної батареї з озброєння механізованого батальйону 30 окремої механізованої бригади 8 армійського корпусу Сухопутних військ Збройних Сил України капітана Комарова Олексія Миколайовича.</w:t>
            </w:r>
          </w:p>
        </w:tc>
        <w:tc>
          <w:tcPr>
            <w:tcW w:w="2971" w:type="dxa"/>
          </w:tcPr>
          <w:p w:rsidR="00E435FC" w:rsidRPr="00C353E3" w:rsidRDefault="00E435FC" w:rsidP="00C353E3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53E3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  <w:p w:rsidR="00E435FC" w:rsidRPr="00C353E3" w:rsidRDefault="00E435FC" w:rsidP="00C353E3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53E3">
              <w:rPr>
                <w:rFonts w:ascii="Times New Roman" w:hAnsi="Times New Roman"/>
                <w:sz w:val="28"/>
                <w:szCs w:val="28"/>
                <w:lang w:val="uk-UA"/>
              </w:rPr>
              <w:t>(Демченко О.А.)</w:t>
            </w:r>
          </w:p>
          <w:p w:rsidR="00E435FC" w:rsidRPr="00C353E3" w:rsidRDefault="00E435FC" w:rsidP="00C353E3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53E3">
              <w:rPr>
                <w:rFonts w:ascii="Times New Roman" w:hAnsi="Times New Roman"/>
                <w:sz w:val="28"/>
                <w:szCs w:val="28"/>
                <w:lang w:val="uk-UA"/>
              </w:rPr>
              <w:t>21.11.2017</w:t>
            </w:r>
          </w:p>
        </w:tc>
      </w:tr>
      <w:tr w:rsidR="00E435FC" w:rsidRPr="00C353E3" w:rsidTr="00C353E3">
        <w:tc>
          <w:tcPr>
            <w:tcW w:w="850" w:type="dxa"/>
          </w:tcPr>
          <w:p w:rsidR="00E435FC" w:rsidRPr="00C353E3" w:rsidRDefault="00E435FC" w:rsidP="00C353E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353E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6233" w:type="dxa"/>
          </w:tcPr>
          <w:p w:rsidR="00E435FC" w:rsidRPr="00C353E3" w:rsidRDefault="00E435FC" w:rsidP="00C353E3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53E3">
              <w:rPr>
                <w:rFonts w:ascii="Times New Roman" w:hAnsi="Times New Roman"/>
                <w:sz w:val="28"/>
                <w:szCs w:val="28"/>
                <w:lang w:val="uk-UA"/>
              </w:rPr>
              <w:t>Провести упорядкування пам’ятників та пам’ятних місць пов’язаних із подіями Революції Гідності.</w:t>
            </w:r>
          </w:p>
        </w:tc>
        <w:tc>
          <w:tcPr>
            <w:tcW w:w="2971" w:type="dxa"/>
          </w:tcPr>
          <w:p w:rsidR="00E435FC" w:rsidRPr="00C353E3" w:rsidRDefault="00E435FC" w:rsidP="00C353E3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3E3">
              <w:rPr>
                <w:rFonts w:ascii="Times New Roman" w:hAnsi="Times New Roman"/>
                <w:sz w:val="28"/>
                <w:szCs w:val="28"/>
              </w:rPr>
              <w:t xml:space="preserve">Управління житлово- комунального господарства та містобудування міської ради </w:t>
            </w:r>
          </w:p>
          <w:p w:rsidR="00E435FC" w:rsidRPr="00C353E3" w:rsidRDefault="00E435FC" w:rsidP="00C353E3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3E3">
              <w:rPr>
                <w:rFonts w:ascii="Times New Roman" w:hAnsi="Times New Roman"/>
                <w:sz w:val="28"/>
                <w:szCs w:val="28"/>
              </w:rPr>
              <w:t>(Сегеда М.Ю)</w:t>
            </w:r>
          </w:p>
          <w:p w:rsidR="00E435FC" w:rsidRPr="00C353E3" w:rsidRDefault="00E435FC" w:rsidP="00C353E3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53E3">
              <w:rPr>
                <w:rFonts w:ascii="Times New Roman" w:hAnsi="Times New Roman"/>
                <w:sz w:val="28"/>
                <w:szCs w:val="28"/>
                <w:lang w:val="uk-UA"/>
              </w:rPr>
              <w:t>До 21.11.2017</w:t>
            </w:r>
          </w:p>
        </w:tc>
      </w:tr>
      <w:tr w:rsidR="00E435FC" w:rsidRPr="00C353E3" w:rsidTr="00C353E3">
        <w:tc>
          <w:tcPr>
            <w:tcW w:w="850" w:type="dxa"/>
          </w:tcPr>
          <w:p w:rsidR="00E435FC" w:rsidRPr="00C353E3" w:rsidRDefault="00E435FC" w:rsidP="00C353E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353E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6233" w:type="dxa"/>
          </w:tcPr>
          <w:p w:rsidR="00E435FC" w:rsidRPr="00C353E3" w:rsidRDefault="00E435FC" w:rsidP="00C353E3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53E3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в навчальних закладах міста, закладах по роботі з молоддю та установах культури виставок, презентацій, засідань у форматі «круглого столу», зустрічей з активними учасниками революційних подій 2004 року та Революції Гідності, інших заходів.</w:t>
            </w:r>
          </w:p>
        </w:tc>
        <w:tc>
          <w:tcPr>
            <w:tcW w:w="2971" w:type="dxa"/>
          </w:tcPr>
          <w:p w:rsidR="00E435FC" w:rsidRPr="00C353E3" w:rsidRDefault="00E435FC" w:rsidP="00C353E3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53E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освіти міської ради </w:t>
            </w:r>
          </w:p>
          <w:p w:rsidR="00E435FC" w:rsidRPr="00C353E3" w:rsidRDefault="00E435FC" w:rsidP="00C353E3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53E3">
              <w:rPr>
                <w:rFonts w:ascii="Times New Roman" w:hAnsi="Times New Roman"/>
                <w:sz w:val="28"/>
                <w:szCs w:val="28"/>
                <w:lang w:val="uk-UA"/>
              </w:rPr>
              <w:t>(Васянович Л.Г.)</w:t>
            </w:r>
          </w:p>
          <w:p w:rsidR="00E435FC" w:rsidRPr="00C353E3" w:rsidRDefault="00E435FC" w:rsidP="00C353E3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53E3">
              <w:rPr>
                <w:rFonts w:ascii="Times New Roman" w:hAnsi="Times New Roman"/>
                <w:sz w:val="28"/>
                <w:szCs w:val="28"/>
                <w:lang w:val="uk-UA"/>
              </w:rPr>
              <w:t>Відділ культури міської ради (Самощенко О.М.)</w:t>
            </w:r>
          </w:p>
          <w:p w:rsidR="00E435FC" w:rsidRPr="00C353E3" w:rsidRDefault="00E435FC" w:rsidP="00C353E3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53E3">
              <w:rPr>
                <w:rFonts w:ascii="Times New Roman" w:hAnsi="Times New Roman"/>
                <w:sz w:val="28"/>
                <w:szCs w:val="28"/>
                <w:lang w:val="uk-UA"/>
              </w:rPr>
              <w:t>До 21.11.2017</w:t>
            </w:r>
          </w:p>
        </w:tc>
      </w:tr>
      <w:tr w:rsidR="00E435FC" w:rsidRPr="00C353E3" w:rsidTr="00C353E3">
        <w:tc>
          <w:tcPr>
            <w:tcW w:w="850" w:type="dxa"/>
          </w:tcPr>
          <w:p w:rsidR="00E435FC" w:rsidRPr="00C353E3" w:rsidRDefault="00E435FC" w:rsidP="00C353E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353E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6233" w:type="dxa"/>
          </w:tcPr>
          <w:p w:rsidR="00E435FC" w:rsidRPr="00C353E3" w:rsidRDefault="00E435FC" w:rsidP="00C353E3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53E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Забезпечити висвітлення в засобах масової інформації заходів з відзначення Дня Гідності та Свободи.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71" w:type="dxa"/>
          </w:tcPr>
          <w:p w:rsidR="00E435FC" w:rsidRPr="00C353E3" w:rsidRDefault="00E435FC" w:rsidP="00C353E3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53E3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 (Демченко О.А.)</w:t>
            </w:r>
          </w:p>
          <w:p w:rsidR="00E435FC" w:rsidRPr="00C353E3" w:rsidRDefault="00E435FC" w:rsidP="00C353E3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53E3">
              <w:rPr>
                <w:rFonts w:ascii="Times New Roman" w:hAnsi="Times New Roman"/>
                <w:sz w:val="28"/>
                <w:szCs w:val="28"/>
                <w:lang w:val="uk-UA"/>
              </w:rPr>
              <w:t>До 21.11.2017</w:t>
            </w:r>
          </w:p>
        </w:tc>
      </w:tr>
      <w:tr w:rsidR="00E435FC" w:rsidRPr="00D221A4" w:rsidTr="00C353E3">
        <w:tc>
          <w:tcPr>
            <w:tcW w:w="850" w:type="dxa"/>
          </w:tcPr>
          <w:p w:rsidR="00E435FC" w:rsidRPr="00C353E3" w:rsidRDefault="00E435FC" w:rsidP="00C353E3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353E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6</w:t>
            </w:r>
          </w:p>
        </w:tc>
        <w:tc>
          <w:tcPr>
            <w:tcW w:w="6233" w:type="dxa"/>
          </w:tcPr>
          <w:p w:rsidR="00E435FC" w:rsidRPr="00C353E3" w:rsidRDefault="00E435FC" w:rsidP="00C353E3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53E3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в місцях проведення заходів, присвячених Дню Гідності та Свободи, охорони громадського порядку та безпеки громадян.</w:t>
            </w:r>
          </w:p>
        </w:tc>
        <w:tc>
          <w:tcPr>
            <w:tcW w:w="2971" w:type="dxa"/>
          </w:tcPr>
          <w:p w:rsidR="00E435FC" w:rsidRPr="00C353E3" w:rsidRDefault="00E435FC" w:rsidP="00C353E3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53E3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 (Демченко О.А.) 21.11.2017</w:t>
            </w:r>
          </w:p>
        </w:tc>
      </w:tr>
      <w:tr w:rsidR="00E435FC" w:rsidRPr="00C353E3" w:rsidTr="00C353E3">
        <w:tc>
          <w:tcPr>
            <w:tcW w:w="850" w:type="dxa"/>
          </w:tcPr>
          <w:p w:rsidR="00E435FC" w:rsidRPr="00C353E3" w:rsidRDefault="00E435FC" w:rsidP="00C353E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353E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6233" w:type="dxa"/>
          </w:tcPr>
          <w:p w:rsidR="00E435FC" w:rsidRPr="00C353E3" w:rsidRDefault="00E435FC" w:rsidP="00C353E3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53E3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в місцях проведення заходів, присвячених Дню Гідності та Свободи, медичного супроводження, готовності спеціалізованих медичних бригад для надання, у разі потреби, екстреної медичної допомоги, учасникам заходу.</w:t>
            </w:r>
          </w:p>
        </w:tc>
        <w:tc>
          <w:tcPr>
            <w:tcW w:w="2971" w:type="dxa"/>
          </w:tcPr>
          <w:p w:rsidR="00E435FC" w:rsidRPr="00C353E3" w:rsidRDefault="00E435FC" w:rsidP="00C353E3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53E3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 (Демченко О.А.)</w:t>
            </w:r>
          </w:p>
          <w:p w:rsidR="00E435FC" w:rsidRPr="00C353E3" w:rsidRDefault="00E435FC" w:rsidP="00C353E3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53E3">
              <w:rPr>
                <w:rFonts w:ascii="Times New Roman" w:hAnsi="Times New Roman"/>
                <w:sz w:val="28"/>
                <w:szCs w:val="28"/>
                <w:lang w:val="uk-UA"/>
              </w:rPr>
              <w:t>21.11.2017</w:t>
            </w:r>
          </w:p>
        </w:tc>
      </w:tr>
    </w:tbl>
    <w:p w:rsidR="00E435FC" w:rsidRDefault="00E435FC" w:rsidP="00A42950">
      <w:pPr>
        <w:tabs>
          <w:tab w:val="left" w:pos="6150"/>
        </w:tabs>
        <w:spacing w:after="0" w:line="240" w:lineRule="auto"/>
        <w:ind w:left="-284" w:hanging="14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35FC" w:rsidRDefault="00E435FC" w:rsidP="00E007AF">
      <w:pPr>
        <w:rPr>
          <w:rFonts w:ascii="Times New Roman" w:hAnsi="Times New Roman"/>
          <w:sz w:val="28"/>
          <w:szCs w:val="28"/>
          <w:lang w:val="uk-UA"/>
        </w:rPr>
      </w:pPr>
    </w:p>
    <w:p w:rsidR="00E435FC" w:rsidRDefault="00E435FC" w:rsidP="00E007A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E007AF">
        <w:rPr>
          <w:rFonts w:ascii="Times New Roman" w:hAnsi="Times New Roman"/>
          <w:b/>
          <w:sz w:val="28"/>
          <w:szCs w:val="28"/>
          <w:lang w:val="uk-UA"/>
        </w:rPr>
        <w:t xml:space="preserve">Керуюча справами виконавчого </w:t>
      </w:r>
    </w:p>
    <w:p w:rsidR="00E435FC" w:rsidRPr="00E007AF" w:rsidRDefault="00E435FC" w:rsidP="00E007A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E007AF">
        <w:rPr>
          <w:rFonts w:ascii="Times New Roman" w:hAnsi="Times New Roman"/>
          <w:b/>
          <w:sz w:val="28"/>
          <w:szCs w:val="28"/>
          <w:lang w:val="uk-UA"/>
        </w:rPr>
        <w:t>комітету міської ради</w:t>
      </w:r>
      <w:r w:rsidRPr="00E007AF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</w:t>
      </w:r>
      <w:r w:rsidRPr="00E007AF">
        <w:rPr>
          <w:rFonts w:ascii="Times New Roman" w:hAnsi="Times New Roman"/>
          <w:b/>
          <w:sz w:val="28"/>
          <w:szCs w:val="28"/>
          <w:lang w:val="uk-UA"/>
        </w:rPr>
        <w:t>О.О.Гаврильченко</w:t>
      </w:r>
    </w:p>
    <w:sectPr w:rsidR="00E435FC" w:rsidRPr="00E007AF" w:rsidSect="0012266D">
      <w:pgSz w:w="11906" w:h="16838"/>
      <w:pgMar w:top="1134" w:right="566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5FC" w:rsidRDefault="00E435FC" w:rsidP="00A42950">
      <w:pPr>
        <w:spacing w:after="0" w:line="240" w:lineRule="auto"/>
      </w:pPr>
      <w:r>
        <w:separator/>
      </w:r>
    </w:p>
  </w:endnote>
  <w:endnote w:type="continuationSeparator" w:id="0">
    <w:p w:rsidR="00E435FC" w:rsidRDefault="00E435FC" w:rsidP="00A42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5FC" w:rsidRDefault="00E435FC" w:rsidP="00A42950">
      <w:pPr>
        <w:spacing w:after="0" w:line="240" w:lineRule="auto"/>
      </w:pPr>
      <w:r>
        <w:separator/>
      </w:r>
    </w:p>
  </w:footnote>
  <w:footnote w:type="continuationSeparator" w:id="0">
    <w:p w:rsidR="00E435FC" w:rsidRDefault="00E435FC" w:rsidP="00A429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8175F"/>
    <w:multiLevelType w:val="hybridMultilevel"/>
    <w:tmpl w:val="2FCC2FE2"/>
    <w:lvl w:ilvl="0" w:tplc="BAEC94DC">
      <w:start w:val="1"/>
      <w:numFmt w:val="decimal"/>
      <w:lvlText w:val="%1."/>
      <w:lvlJc w:val="left"/>
      <w:pPr>
        <w:ind w:left="12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7A2A"/>
    <w:rsid w:val="00030E38"/>
    <w:rsid w:val="00031123"/>
    <w:rsid w:val="000E6846"/>
    <w:rsid w:val="000F0DCB"/>
    <w:rsid w:val="0012266D"/>
    <w:rsid w:val="001245A3"/>
    <w:rsid w:val="00152BCD"/>
    <w:rsid w:val="001A1580"/>
    <w:rsid w:val="001B30B1"/>
    <w:rsid w:val="001C3FD9"/>
    <w:rsid w:val="00293904"/>
    <w:rsid w:val="002B325E"/>
    <w:rsid w:val="0030781E"/>
    <w:rsid w:val="003B184A"/>
    <w:rsid w:val="003C0C7A"/>
    <w:rsid w:val="003C23B9"/>
    <w:rsid w:val="00497DA9"/>
    <w:rsid w:val="005045AC"/>
    <w:rsid w:val="00520EC7"/>
    <w:rsid w:val="00615E36"/>
    <w:rsid w:val="0070396B"/>
    <w:rsid w:val="009135FF"/>
    <w:rsid w:val="00A12313"/>
    <w:rsid w:val="00A42950"/>
    <w:rsid w:val="00A64015"/>
    <w:rsid w:val="00AD78AF"/>
    <w:rsid w:val="00AF454A"/>
    <w:rsid w:val="00AF60FA"/>
    <w:rsid w:val="00B17A2A"/>
    <w:rsid w:val="00B6173C"/>
    <w:rsid w:val="00BF7FE3"/>
    <w:rsid w:val="00C06FC6"/>
    <w:rsid w:val="00C353E3"/>
    <w:rsid w:val="00C52C3D"/>
    <w:rsid w:val="00D026AC"/>
    <w:rsid w:val="00D221A4"/>
    <w:rsid w:val="00DA1C6D"/>
    <w:rsid w:val="00DE6C4C"/>
    <w:rsid w:val="00E007AF"/>
    <w:rsid w:val="00E0703D"/>
    <w:rsid w:val="00E435FC"/>
    <w:rsid w:val="00E55D47"/>
    <w:rsid w:val="00E70EA0"/>
    <w:rsid w:val="00E82B93"/>
    <w:rsid w:val="00EA5A9C"/>
    <w:rsid w:val="00F34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580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34A7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A42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4295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42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42950"/>
    <w:rPr>
      <w:rFonts w:cs="Times New Roman"/>
    </w:rPr>
  </w:style>
  <w:style w:type="table" w:styleId="TableGrid">
    <w:name w:val="Table Grid"/>
    <w:basedOn w:val="TableNormal"/>
    <w:uiPriority w:val="99"/>
    <w:rsid w:val="00A429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152B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52B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522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429</Words>
  <Characters>2451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Пользователь Windows</dc:creator>
  <cp:keywords/>
  <dc:description/>
  <cp:lastModifiedBy>WinXPProSP3</cp:lastModifiedBy>
  <cp:revision>2</cp:revision>
  <cp:lastPrinted>2017-11-15T07:37:00Z</cp:lastPrinted>
  <dcterms:created xsi:type="dcterms:W3CDTF">2017-11-16T14:07:00Z</dcterms:created>
  <dcterms:modified xsi:type="dcterms:W3CDTF">2017-11-16T14:07:00Z</dcterms:modified>
</cp:coreProperties>
</file>