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861" w:rsidRPr="00A51924" w:rsidRDefault="00CB1861" w:rsidP="00C63657">
      <w:pPr>
        <w:tabs>
          <w:tab w:val="left" w:pos="1276"/>
        </w:tabs>
        <w:spacing w:after="0" w:line="240" w:lineRule="auto"/>
        <w:ind w:firstLine="567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CB1861" w:rsidRPr="00A51924" w:rsidRDefault="00CB1861" w:rsidP="00C63657">
      <w:pPr>
        <w:tabs>
          <w:tab w:val="left" w:pos="1276"/>
        </w:tabs>
        <w:spacing w:after="0" w:line="240" w:lineRule="auto"/>
        <w:ind w:firstLine="567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Р</w:t>
      </w:r>
      <w:r w:rsidRPr="00A51924">
        <w:rPr>
          <w:rFonts w:ascii="Times New Roman" w:hAnsi="Times New Roman"/>
          <w:sz w:val="28"/>
          <w:szCs w:val="28"/>
          <w:lang w:val="uk-UA" w:eastAsia="ru-RU"/>
        </w:rPr>
        <w:t>озпорядження міського голови</w:t>
      </w:r>
    </w:p>
    <w:p w:rsidR="00CB1861" w:rsidRPr="00A51924" w:rsidRDefault="00CB1861" w:rsidP="00C63657">
      <w:pPr>
        <w:tabs>
          <w:tab w:val="left" w:pos="1276"/>
        </w:tabs>
        <w:spacing w:after="0" w:line="240" w:lineRule="auto"/>
        <w:ind w:firstLine="5670"/>
        <w:rPr>
          <w:rFonts w:ascii="Times New Roman" w:hAnsi="Times New Roman"/>
          <w:sz w:val="28"/>
          <w:szCs w:val="28"/>
          <w:lang w:val="uk-UA" w:eastAsia="ru-RU"/>
        </w:rPr>
      </w:pPr>
      <w:r w:rsidRPr="00A51924">
        <w:rPr>
          <w:rFonts w:ascii="Times New Roman" w:hAnsi="Times New Roman"/>
          <w:sz w:val="28"/>
          <w:szCs w:val="28"/>
          <w:lang w:val="uk-UA" w:eastAsia="ru-RU"/>
        </w:rPr>
        <w:t xml:space="preserve">____________ № ______ </w:t>
      </w:r>
    </w:p>
    <w:p w:rsidR="00CB1861" w:rsidRDefault="00CB1861" w:rsidP="00E770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</w:p>
    <w:p w:rsidR="00CB1861" w:rsidRDefault="00CB1861" w:rsidP="00E770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План </w:t>
      </w:r>
    </w:p>
    <w:p w:rsidR="00CB1861" w:rsidRDefault="00CB1861" w:rsidP="009671DC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надання шефської допомоги військовій частині А 4590 на 2017-2018 рік</w:t>
      </w:r>
    </w:p>
    <w:p w:rsidR="00CB1861" w:rsidRDefault="00CB1861" w:rsidP="009671D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4111"/>
        <w:gridCol w:w="136"/>
        <w:gridCol w:w="3116"/>
        <w:gridCol w:w="1817"/>
      </w:tblGrid>
      <w:tr w:rsidR="00CB1861" w:rsidTr="00EE59D1">
        <w:tc>
          <w:tcPr>
            <w:tcW w:w="675" w:type="dxa"/>
          </w:tcPr>
          <w:p w:rsidR="00CB1861" w:rsidRPr="00EE59D1" w:rsidRDefault="00CB1861" w:rsidP="00EE5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b/>
                <w:sz w:val="28"/>
                <w:lang w:val="uk-UA"/>
              </w:rPr>
              <w:t>№ з/п</w:t>
            </w:r>
          </w:p>
        </w:tc>
        <w:tc>
          <w:tcPr>
            <w:tcW w:w="4111" w:type="dxa"/>
          </w:tcPr>
          <w:p w:rsidR="00CB1861" w:rsidRPr="00EE59D1" w:rsidRDefault="00CB1861" w:rsidP="00EE5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b/>
                <w:sz w:val="28"/>
                <w:lang w:val="uk-UA"/>
              </w:rPr>
              <w:t>Назва заходу</w:t>
            </w:r>
          </w:p>
        </w:tc>
        <w:tc>
          <w:tcPr>
            <w:tcW w:w="3252" w:type="dxa"/>
            <w:gridSpan w:val="2"/>
          </w:tcPr>
          <w:p w:rsidR="00CB1861" w:rsidRPr="00EE59D1" w:rsidRDefault="00CB1861" w:rsidP="00EE5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b/>
                <w:sz w:val="28"/>
                <w:lang w:val="uk-UA"/>
              </w:rPr>
              <w:t>Відповідальні виконавці</w:t>
            </w:r>
          </w:p>
        </w:tc>
        <w:tc>
          <w:tcPr>
            <w:tcW w:w="1817" w:type="dxa"/>
          </w:tcPr>
          <w:p w:rsidR="00CB1861" w:rsidRPr="00EE59D1" w:rsidRDefault="00CB1861" w:rsidP="00EE5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b/>
                <w:sz w:val="28"/>
                <w:lang w:val="uk-UA"/>
              </w:rPr>
              <w:t>Терміни виконання</w:t>
            </w:r>
          </w:p>
        </w:tc>
      </w:tr>
      <w:tr w:rsidR="00CB1861" w:rsidTr="00EE59D1">
        <w:tc>
          <w:tcPr>
            <w:tcW w:w="675" w:type="dxa"/>
          </w:tcPr>
          <w:p w:rsidR="00CB1861" w:rsidRPr="00EE59D1" w:rsidRDefault="00CB1861" w:rsidP="00EE5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b/>
                <w:sz w:val="28"/>
                <w:lang w:val="uk-UA"/>
              </w:rPr>
              <w:t>1</w:t>
            </w:r>
          </w:p>
        </w:tc>
        <w:tc>
          <w:tcPr>
            <w:tcW w:w="4111" w:type="dxa"/>
          </w:tcPr>
          <w:p w:rsidR="00CB1861" w:rsidRPr="00EE59D1" w:rsidRDefault="00CB1861" w:rsidP="00EE5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b/>
                <w:sz w:val="28"/>
                <w:lang w:val="uk-UA"/>
              </w:rPr>
              <w:t>2</w:t>
            </w:r>
          </w:p>
        </w:tc>
        <w:tc>
          <w:tcPr>
            <w:tcW w:w="3252" w:type="dxa"/>
            <w:gridSpan w:val="2"/>
          </w:tcPr>
          <w:p w:rsidR="00CB1861" w:rsidRPr="00EE59D1" w:rsidRDefault="00CB1861" w:rsidP="00EE5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b/>
                <w:sz w:val="28"/>
                <w:lang w:val="uk-UA"/>
              </w:rPr>
              <w:t>3</w:t>
            </w:r>
          </w:p>
        </w:tc>
        <w:tc>
          <w:tcPr>
            <w:tcW w:w="1817" w:type="dxa"/>
          </w:tcPr>
          <w:p w:rsidR="00CB1861" w:rsidRPr="00EE59D1" w:rsidRDefault="00CB1861" w:rsidP="00EE5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b/>
                <w:sz w:val="28"/>
                <w:lang w:val="uk-UA"/>
              </w:rPr>
              <w:t>4</w:t>
            </w:r>
          </w:p>
        </w:tc>
      </w:tr>
      <w:tr w:rsidR="00CB1861" w:rsidTr="00EE59D1">
        <w:trPr>
          <w:trHeight w:val="2339"/>
        </w:trPr>
        <w:tc>
          <w:tcPr>
            <w:tcW w:w="675" w:type="dxa"/>
          </w:tcPr>
          <w:p w:rsidR="00CB1861" w:rsidRPr="00EE59D1" w:rsidRDefault="00CB1861" w:rsidP="00EE59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sz w:val="28"/>
                <w:lang w:val="uk-UA"/>
              </w:rPr>
              <w:t>1.</w:t>
            </w:r>
          </w:p>
        </w:tc>
        <w:tc>
          <w:tcPr>
            <w:tcW w:w="4111" w:type="dxa"/>
          </w:tcPr>
          <w:p w:rsidR="00CB1861" w:rsidRPr="00EE59D1" w:rsidRDefault="00CB1861" w:rsidP="00EE59D1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sz w:val="28"/>
                <w:lang w:val="uk-UA"/>
              </w:rPr>
              <w:t>Залучення особового складу військової частини, учнівської молоді до заходів впорядкування і підтримання в належному стані поховань, пам’ятників захисникам Вітчизни</w:t>
            </w:r>
          </w:p>
        </w:tc>
        <w:tc>
          <w:tcPr>
            <w:tcW w:w="3252" w:type="dxa"/>
            <w:gridSpan w:val="2"/>
          </w:tcPr>
          <w:p w:rsidR="00CB1861" w:rsidRPr="00EE59D1" w:rsidRDefault="00CB1861" w:rsidP="00EE59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sz w:val="28"/>
                <w:lang w:val="uk-UA"/>
              </w:rPr>
              <w:t>Відділ освіти Глухівської міської ради</w:t>
            </w:r>
          </w:p>
        </w:tc>
        <w:tc>
          <w:tcPr>
            <w:tcW w:w="1817" w:type="dxa"/>
          </w:tcPr>
          <w:p w:rsidR="00CB1861" w:rsidRPr="00EE59D1" w:rsidRDefault="00CB1861" w:rsidP="00EE59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sz w:val="28"/>
                <w:lang w:val="uk-UA"/>
              </w:rPr>
              <w:t>За необхідністю</w:t>
            </w:r>
          </w:p>
        </w:tc>
      </w:tr>
      <w:tr w:rsidR="00CB1861" w:rsidTr="0048773A">
        <w:trPr>
          <w:trHeight w:val="2298"/>
        </w:trPr>
        <w:tc>
          <w:tcPr>
            <w:tcW w:w="675" w:type="dxa"/>
          </w:tcPr>
          <w:p w:rsidR="00CB1861" w:rsidRPr="00EE59D1" w:rsidRDefault="00CB1861" w:rsidP="00EE59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sz w:val="28"/>
                <w:lang w:val="uk-UA"/>
              </w:rPr>
              <w:t>2.</w:t>
            </w:r>
          </w:p>
        </w:tc>
        <w:tc>
          <w:tcPr>
            <w:tcW w:w="4111" w:type="dxa"/>
          </w:tcPr>
          <w:p w:rsidR="00CB1861" w:rsidRPr="00EE59D1" w:rsidRDefault="00CB1861" w:rsidP="00EE59D1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sz w:val="28"/>
                <w:lang w:val="uk-UA"/>
              </w:rPr>
              <w:t>Проведення акцій, фестивалів, конкурсів, виступів творчих колективів на військово-патріотичну тематику, залучення молоді до культурно – виховної роботи у військовій частині А 4590.</w:t>
            </w:r>
          </w:p>
        </w:tc>
        <w:tc>
          <w:tcPr>
            <w:tcW w:w="3252" w:type="dxa"/>
            <w:gridSpan w:val="2"/>
          </w:tcPr>
          <w:p w:rsidR="00CB1861" w:rsidRPr="00EE59D1" w:rsidRDefault="00CB1861" w:rsidP="00EE59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sz w:val="28"/>
                <w:lang w:val="uk-UA"/>
              </w:rPr>
              <w:t>Відділ культури Глухівської міської ради Відділ освіти Глухівської міської ради</w:t>
            </w:r>
          </w:p>
        </w:tc>
        <w:tc>
          <w:tcPr>
            <w:tcW w:w="1817" w:type="dxa"/>
          </w:tcPr>
          <w:p w:rsidR="00CB1861" w:rsidRPr="00EE59D1" w:rsidRDefault="00CB1861" w:rsidP="00EE59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sz w:val="28"/>
                <w:lang w:val="uk-UA"/>
              </w:rPr>
              <w:t>За необхідністю</w:t>
            </w:r>
          </w:p>
        </w:tc>
      </w:tr>
      <w:tr w:rsidR="00CB1861" w:rsidTr="0048773A">
        <w:trPr>
          <w:trHeight w:val="2342"/>
        </w:trPr>
        <w:tc>
          <w:tcPr>
            <w:tcW w:w="675" w:type="dxa"/>
          </w:tcPr>
          <w:p w:rsidR="00CB1861" w:rsidRPr="00EE59D1" w:rsidRDefault="00CB1861" w:rsidP="00EE59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sz w:val="28"/>
                <w:lang w:val="uk-UA"/>
              </w:rPr>
              <w:t>3.</w:t>
            </w:r>
          </w:p>
        </w:tc>
        <w:tc>
          <w:tcPr>
            <w:tcW w:w="4111" w:type="dxa"/>
          </w:tcPr>
          <w:p w:rsidR="00CB1861" w:rsidRPr="00EE59D1" w:rsidRDefault="00CB1861" w:rsidP="00EE59D1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sz w:val="28"/>
                <w:lang w:val="uk-UA"/>
              </w:rPr>
              <w:t>Сприяння у влаштуванні дітей військовослужбовців підшефної частини у дошкільні та шкільні навчальні заклади</w:t>
            </w:r>
          </w:p>
        </w:tc>
        <w:tc>
          <w:tcPr>
            <w:tcW w:w="3252" w:type="dxa"/>
            <w:gridSpan w:val="2"/>
          </w:tcPr>
          <w:p w:rsidR="00CB1861" w:rsidRPr="00EE59D1" w:rsidRDefault="00CB1861" w:rsidP="00EE59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sz w:val="28"/>
                <w:lang w:val="uk-UA"/>
              </w:rPr>
              <w:t>Заступник міського голови з питань діяльності виконавчих органів міської ради (Васильєва М.І.)</w:t>
            </w:r>
          </w:p>
          <w:p w:rsidR="00CB1861" w:rsidRPr="00EE59D1" w:rsidRDefault="00CB1861" w:rsidP="00EE59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sz w:val="28"/>
                <w:lang w:val="uk-UA"/>
              </w:rPr>
              <w:t>Відділ освіти Глухівської міської ради</w:t>
            </w:r>
          </w:p>
        </w:tc>
        <w:tc>
          <w:tcPr>
            <w:tcW w:w="1817" w:type="dxa"/>
          </w:tcPr>
          <w:p w:rsidR="00CB1861" w:rsidRPr="00EE59D1" w:rsidRDefault="00CB1861" w:rsidP="00EE59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sz w:val="28"/>
                <w:lang w:val="uk-UA"/>
              </w:rPr>
              <w:t>За необхідністю</w:t>
            </w:r>
          </w:p>
        </w:tc>
      </w:tr>
      <w:tr w:rsidR="00CB1861" w:rsidTr="00EE59D1">
        <w:tc>
          <w:tcPr>
            <w:tcW w:w="675" w:type="dxa"/>
          </w:tcPr>
          <w:p w:rsidR="00CB1861" w:rsidRPr="00EE59D1" w:rsidRDefault="00CB1861" w:rsidP="00EE59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sz w:val="28"/>
                <w:lang w:val="uk-UA"/>
              </w:rPr>
              <w:t>4.</w:t>
            </w:r>
          </w:p>
        </w:tc>
        <w:tc>
          <w:tcPr>
            <w:tcW w:w="4111" w:type="dxa"/>
          </w:tcPr>
          <w:p w:rsidR="00CB1861" w:rsidRPr="00EE59D1" w:rsidRDefault="00CB1861" w:rsidP="00EE59D1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sz w:val="28"/>
                <w:lang w:val="uk-UA"/>
              </w:rPr>
              <w:t>Сприяння у вирішенні питань, пов’язаних із задоволенням соціальних потреб військовослужбовців та надання шефської допомоги військовій частині</w:t>
            </w:r>
          </w:p>
        </w:tc>
        <w:tc>
          <w:tcPr>
            <w:tcW w:w="3252" w:type="dxa"/>
            <w:gridSpan w:val="2"/>
          </w:tcPr>
          <w:p w:rsidR="00CB1861" w:rsidRPr="00EE59D1" w:rsidRDefault="00CB1861" w:rsidP="00EE59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sz w:val="28"/>
                <w:lang w:val="uk-UA"/>
              </w:rPr>
              <w:t>Міський голова</w:t>
            </w:r>
          </w:p>
          <w:p w:rsidR="00CB1861" w:rsidRPr="00EE59D1" w:rsidRDefault="00CB1861" w:rsidP="00EE59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sz w:val="28"/>
                <w:lang w:val="uk-UA"/>
              </w:rPr>
              <w:t>Заступник міського голови з питань діяльності виконавчих органів міської ради (Васильєва М.І.)</w:t>
            </w:r>
          </w:p>
        </w:tc>
        <w:tc>
          <w:tcPr>
            <w:tcW w:w="1817" w:type="dxa"/>
          </w:tcPr>
          <w:p w:rsidR="00CB1861" w:rsidRPr="00EE59D1" w:rsidRDefault="00CB1861" w:rsidP="00EE59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sz w:val="28"/>
                <w:lang w:val="uk-UA"/>
              </w:rPr>
              <w:t>За необхідністю</w:t>
            </w:r>
          </w:p>
        </w:tc>
      </w:tr>
      <w:tr w:rsidR="00CB1861" w:rsidTr="00EE59D1">
        <w:tc>
          <w:tcPr>
            <w:tcW w:w="675" w:type="dxa"/>
          </w:tcPr>
          <w:p w:rsidR="00CB1861" w:rsidRPr="00EE59D1" w:rsidRDefault="00CB1861" w:rsidP="00EE59D1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sz w:val="28"/>
                <w:lang w:val="uk-UA"/>
              </w:rPr>
              <w:t>5.</w:t>
            </w:r>
          </w:p>
        </w:tc>
        <w:tc>
          <w:tcPr>
            <w:tcW w:w="4247" w:type="dxa"/>
            <w:gridSpan w:val="2"/>
          </w:tcPr>
          <w:p w:rsidR="00CB1861" w:rsidRPr="00EE59D1" w:rsidRDefault="00CB1861" w:rsidP="00EE59D1">
            <w:pPr>
              <w:spacing w:after="200" w:line="276" w:lineRule="auto"/>
              <w:rPr>
                <w:rFonts w:ascii="Times New Roman" w:hAnsi="Times New Roman"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sz w:val="28"/>
                <w:lang w:val="uk-UA"/>
              </w:rPr>
              <w:t>Здійснення шефської допомоги у вирішенні питань задоволення потреб підшефної частини у забезпеченні матеріально – технічними засобами</w:t>
            </w:r>
          </w:p>
        </w:tc>
        <w:tc>
          <w:tcPr>
            <w:tcW w:w="3116" w:type="dxa"/>
          </w:tcPr>
          <w:p w:rsidR="00CB1861" w:rsidRPr="00EE59D1" w:rsidRDefault="00CB1861" w:rsidP="00EE59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sz w:val="28"/>
                <w:lang w:val="uk-UA"/>
              </w:rPr>
              <w:t>Міський голова</w:t>
            </w:r>
          </w:p>
          <w:p w:rsidR="00CB1861" w:rsidRPr="00EE59D1" w:rsidRDefault="00CB1861" w:rsidP="00EE59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sz w:val="28"/>
                <w:lang w:val="uk-UA"/>
              </w:rPr>
              <w:t>Заступник міського голови з питань діяльності виконавчих органів міської ради (Васильєва М.І.)</w:t>
            </w:r>
          </w:p>
          <w:p w:rsidR="00CB1861" w:rsidRPr="00EE59D1" w:rsidRDefault="00CB1861" w:rsidP="00EE59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sz w:val="28"/>
                <w:lang w:val="uk-UA"/>
              </w:rPr>
              <w:t>Керівники підприємств, установ та організацій (за згодою)</w:t>
            </w:r>
          </w:p>
        </w:tc>
        <w:tc>
          <w:tcPr>
            <w:tcW w:w="1817" w:type="dxa"/>
          </w:tcPr>
          <w:p w:rsidR="00CB1861" w:rsidRPr="00EE59D1" w:rsidRDefault="00CB1861" w:rsidP="00EE59D1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EE59D1">
              <w:rPr>
                <w:rFonts w:ascii="Times New Roman" w:hAnsi="Times New Roman"/>
                <w:sz w:val="28"/>
                <w:lang w:val="uk-UA"/>
              </w:rPr>
              <w:t>За необхідністю</w:t>
            </w:r>
          </w:p>
        </w:tc>
      </w:tr>
    </w:tbl>
    <w:p w:rsidR="00CB1861" w:rsidRDefault="00CB1861" w:rsidP="001749EF">
      <w:pPr>
        <w:spacing w:after="0" w:line="240" w:lineRule="auto"/>
        <w:jc w:val="both"/>
        <w:rPr>
          <w:rFonts w:ascii="Times New Roman" w:hAnsi="Times New Roman"/>
          <w:b/>
          <w:sz w:val="28"/>
          <w:lang w:val="uk-UA"/>
        </w:rPr>
      </w:pPr>
    </w:p>
    <w:p w:rsidR="00CB1861" w:rsidRPr="00263DAE" w:rsidRDefault="00CB1861" w:rsidP="001749EF">
      <w:pPr>
        <w:spacing w:after="0" w:line="240" w:lineRule="auto"/>
        <w:jc w:val="both"/>
        <w:rPr>
          <w:rFonts w:ascii="Times New Roman" w:hAnsi="Times New Roman"/>
          <w:b/>
          <w:sz w:val="28"/>
          <w:lang w:val="uk-UA"/>
        </w:rPr>
      </w:pPr>
      <w:r w:rsidRPr="00263DAE">
        <w:rPr>
          <w:rFonts w:ascii="Times New Roman" w:hAnsi="Times New Roman"/>
          <w:b/>
          <w:sz w:val="28"/>
          <w:lang w:val="uk-UA"/>
        </w:rPr>
        <w:t>Керуюча справами виконавчого</w:t>
      </w:r>
    </w:p>
    <w:p w:rsidR="00CB1861" w:rsidRPr="001749EF" w:rsidRDefault="00CB1861" w:rsidP="001749EF">
      <w:pPr>
        <w:spacing w:after="0" w:line="240" w:lineRule="auto"/>
        <w:jc w:val="both"/>
        <w:rPr>
          <w:rFonts w:ascii="Times New Roman" w:hAnsi="Times New Roman"/>
          <w:b/>
          <w:sz w:val="28"/>
          <w:lang w:val="uk-UA"/>
        </w:rPr>
      </w:pPr>
      <w:r w:rsidRPr="00263DAE">
        <w:rPr>
          <w:rFonts w:ascii="Times New Roman" w:hAnsi="Times New Roman"/>
          <w:b/>
          <w:sz w:val="28"/>
          <w:lang w:val="uk-UA"/>
        </w:rPr>
        <w:t xml:space="preserve">комітету міської ради                                        </w:t>
      </w:r>
      <w:r w:rsidRPr="00263DAE">
        <w:rPr>
          <w:rFonts w:ascii="Times New Roman" w:hAnsi="Times New Roman"/>
          <w:b/>
          <w:sz w:val="28"/>
          <w:lang w:val="uk-UA"/>
        </w:rPr>
        <w:tab/>
      </w:r>
      <w:r w:rsidRPr="00263DAE">
        <w:rPr>
          <w:rFonts w:ascii="Times New Roman" w:hAnsi="Times New Roman"/>
          <w:b/>
          <w:sz w:val="28"/>
          <w:lang w:val="uk-UA"/>
        </w:rPr>
        <w:tab/>
        <w:t xml:space="preserve">  О.О. Гаврильченко</w:t>
      </w:r>
    </w:p>
    <w:sectPr w:rsidR="00CB1861" w:rsidRPr="001749EF" w:rsidSect="0048773A">
      <w:pgSz w:w="11906" w:h="16838"/>
      <w:pgMar w:top="180" w:right="56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4046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36FC3071"/>
    <w:multiLevelType w:val="hybridMultilevel"/>
    <w:tmpl w:val="0012F7E8"/>
    <w:lvl w:ilvl="0" w:tplc="F460BEF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A7F4C27"/>
    <w:multiLevelType w:val="hybridMultilevel"/>
    <w:tmpl w:val="7898E926"/>
    <w:lvl w:ilvl="0" w:tplc="448E84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576A51A9"/>
    <w:multiLevelType w:val="hybridMultilevel"/>
    <w:tmpl w:val="821E5C68"/>
    <w:lvl w:ilvl="0" w:tplc="9F1A55B6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59375BFB"/>
    <w:multiLevelType w:val="hybridMultilevel"/>
    <w:tmpl w:val="C7B05A0C"/>
    <w:lvl w:ilvl="0" w:tplc="BBC872E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5545EA7"/>
    <w:multiLevelType w:val="hybridMultilevel"/>
    <w:tmpl w:val="6F1849A8"/>
    <w:lvl w:ilvl="0" w:tplc="E16C696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62B8"/>
    <w:rsid w:val="00027CF5"/>
    <w:rsid w:val="000303EF"/>
    <w:rsid w:val="00034003"/>
    <w:rsid w:val="00040660"/>
    <w:rsid w:val="00045CEF"/>
    <w:rsid w:val="00056726"/>
    <w:rsid w:val="000652AF"/>
    <w:rsid w:val="00081B39"/>
    <w:rsid w:val="000B21A8"/>
    <w:rsid w:val="000F41FE"/>
    <w:rsid w:val="0010437F"/>
    <w:rsid w:val="00124E30"/>
    <w:rsid w:val="0012754F"/>
    <w:rsid w:val="001749EF"/>
    <w:rsid w:val="00183823"/>
    <w:rsid w:val="001876E3"/>
    <w:rsid w:val="001C117C"/>
    <w:rsid w:val="001C6557"/>
    <w:rsid w:val="001C6CBF"/>
    <w:rsid w:val="001E64A2"/>
    <w:rsid w:val="001F4A79"/>
    <w:rsid w:val="001F5571"/>
    <w:rsid w:val="00202309"/>
    <w:rsid w:val="00244EAF"/>
    <w:rsid w:val="00260AF6"/>
    <w:rsid w:val="00263DAE"/>
    <w:rsid w:val="00297941"/>
    <w:rsid w:val="002F4EA4"/>
    <w:rsid w:val="00325124"/>
    <w:rsid w:val="0037242E"/>
    <w:rsid w:val="003862B8"/>
    <w:rsid w:val="00396DE0"/>
    <w:rsid w:val="003D0B9F"/>
    <w:rsid w:val="003D2711"/>
    <w:rsid w:val="004158DD"/>
    <w:rsid w:val="004422DB"/>
    <w:rsid w:val="00446A0F"/>
    <w:rsid w:val="00455D0C"/>
    <w:rsid w:val="00465F03"/>
    <w:rsid w:val="0048773A"/>
    <w:rsid w:val="004B2238"/>
    <w:rsid w:val="004C416F"/>
    <w:rsid w:val="004D1BA9"/>
    <w:rsid w:val="004D3D17"/>
    <w:rsid w:val="00515A6E"/>
    <w:rsid w:val="00530B24"/>
    <w:rsid w:val="005631DD"/>
    <w:rsid w:val="005641CA"/>
    <w:rsid w:val="00571452"/>
    <w:rsid w:val="00573C7E"/>
    <w:rsid w:val="00592458"/>
    <w:rsid w:val="00595227"/>
    <w:rsid w:val="005C3947"/>
    <w:rsid w:val="005C4164"/>
    <w:rsid w:val="005C4898"/>
    <w:rsid w:val="005F41B6"/>
    <w:rsid w:val="00652B6B"/>
    <w:rsid w:val="00680D7E"/>
    <w:rsid w:val="006831C5"/>
    <w:rsid w:val="00695013"/>
    <w:rsid w:val="006A2CAB"/>
    <w:rsid w:val="006D0192"/>
    <w:rsid w:val="006F614D"/>
    <w:rsid w:val="00740C46"/>
    <w:rsid w:val="007441B6"/>
    <w:rsid w:val="0076148C"/>
    <w:rsid w:val="007D35F3"/>
    <w:rsid w:val="007D6BBE"/>
    <w:rsid w:val="0080197E"/>
    <w:rsid w:val="00806118"/>
    <w:rsid w:val="00813804"/>
    <w:rsid w:val="00857408"/>
    <w:rsid w:val="0088048B"/>
    <w:rsid w:val="008B44EC"/>
    <w:rsid w:val="008C3A47"/>
    <w:rsid w:val="008D16B0"/>
    <w:rsid w:val="008D493B"/>
    <w:rsid w:val="00902F75"/>
    <w:rsid w:val="00910667"/>
    <w:rsid w:val="00915C4B"/>
    <w:rsid w:val="00963721"/>
    <w:rsid w:val="009671DC"/>
    <w:rsid w:val="009914B1"/>
    <w:rsid w:val="009D52BD"/>
    <w:rsid w:val="00A07D8D"/>
    <w:rsid w:val="00A51924"/>
    <w:rsid w:val="00A55186"/>
    <w:rsid w:val="00A66F9F"/>
    <w:rsid w:val="00A9272E"/>
    <w:rsid w:val="00AA3761"/>
    <w:rsid w:val="00AB0776"/>
    <w:rsid w:val="00AC370A"/>
    <w:rsid w:val="00AC734D"/>
    <w:rsid w:val="00AD482A"/>
    <w:rsid w:val="00AF29DB"/>
    <w:rsid w:val="00B15D72"/>
    <w:rsid w:val="00B21CD5"/>
    <w:rsid w:val="00B62ED1"/>
    <w:rsid w:val="00B7379A"/>
    <w:rsid w:val="00BA1D71"/>
    <w:rsid w:val="00BA4778"/>
    <w:rsid w:val="00BB57C5"/>
    <w:rsid w:val="00BF6BE1"/>
    <w:rsid w:val="00C064AA"/>
    <w:rsid w:val="00C06D79"/>
    <w:rsid w:val="00C07FAD"/>
    <w:rsid w:val="00C13E53"/>
    <w:rsid w:val="00C63657"/>
    <w:rsid w:val="00C64A4D"/>
    <w:rsid w:val="00C97CD4"/>
    <w:rsid w:val="00CA3068"/>
    <w:rsid w:val="00CB1861"/>
    <w:rsid w:val="00CB4453"/>
    <w:rsid w:val="00CC168D"/>
    <w:rsid w:val="00CD3A38"/>
    <w:rsid w:val="00D00A80"/>
    <w:rsid w:val="00D04FD5"/>
    <w:rsid w:val="00D21C27"/>
    <w:rsid w:val="00D65BCF"/>
    <w:rsid w:val="00D85B16"/>
    <w:rsid w:val="00D85C7E"/>
    <w:rsid w:val="00D92F29"/>
    <w:rsid w:val="00D95C87"/>
    <w:rsid w:val="00DB3D79"/>
    <w:rsid w:val="00DB48D9"/>
    <w:rsid w:val="00DB7F17"/>
    <w:rsid w:val="00DC56CF"/>
    <w:rsid w:val="00DD6DAA"/>
    <w:rsid w:val="00E35BDC"/>
    <w:rsid w:val="00E518BD"/>
    <w:rsid w:val="00E7706F"/>
    <w:rsid w:val="00E904D5"/>
    <w:rsid w:val="00EB60FF"/>
    <w:rsid w:val="00EC33B3"/>
    <w:rsid w:val="00ED1EFC"/>
    <w:rsid w:val="00EE59D1"/>
    <w:rsid w:val="00EE5E5C"/>
    <w:rsid w:val="00EF4BC2"/>
    <w:rsid w:val="00EF6EF0"/>
    <w:rsid w:val="00F11B1C"/>
    <w:rsid w:val="00F2197C"/>
    <w:rsid w:val="00F31646"/>
    <w:rsid w:val="00F36811"/>
    <w:rsid w:val="00F43D06"/>
    <w:rsid w:val="00F63DDD"/>
    <w:rsid w:val="00F90046"/>
    <w:rsid w:val="00F9376A"/>
    <w:rsid w:val="00FF2082"/>
    <w:rsid w:val="00FF30C1"/>
    <w:rsid w:val="00FF5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6E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D2711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E64A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F6BE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D35F3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13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251</Words>
  <Characters>1435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Win7</dc:creator>
  <cp:keywords/>
  <dc:description/>
  <cp:lastModifiedBy>WinXPProSP3</cp:lastModifiedBy>
  <cp:revision>2</cp:revision>
  <cp:lastPrinted>2017-11-07T09:42:00Z</cp:lastPrinted>
  <dcterms:created xsi:type="dcterms:W3CDTF">2017-11-17T08:07:00Z</dcterms:created>
  <dcterms:modified xsi:type="dcterms:W3CDTF">2017-11-17T08:07:00Z</dcterms:modified>
</cp:coreProperties>
</file>