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E9" w:rsidRPr="00437766" w:rsidRDefault="00FA2EE9" w:rsidP="00437766">
      <w:pPr>
        <w:pStyle w:val="HTMLPreformatted"/>
        <w:shd w:val="clear" w:color="auto" w:fill="FFFFFF"/>
        <w:spacing w:line="293" w:lineRule="atLeast"/>
        <w:ind w:left="4679"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37766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FA2EE9" w:rsidRPr="00437766" w:rsidRDefault="00FA2EE9" w:rsidP="00437766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37766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FA2EE9" w:rsidRPr="00437766" w:rsidRDefault="00FA2EE9" w:rsidP="00437766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0E1B47">
        <w:rPr>
          <w:rFonts w:ascii="Times New Roman" w:hAnsi="Times New Roman"/>
          <w:sz w:val="28"/>
          <w:szCs w:val="28"/>
          <w:u w:val="single"/>
          <w:lang w:val="uk-UA" w:eastAsia="ru-RU"/>
        </w:rPr>
        <w:t>08.12.2017</w:t>
      </w:r>
      <w:r w:rsidRPr="00437766">
        <w:rPr>
          <w:rFonts w:ascii="Times New Roman" w:hAnsi="Times New Roman"/>
          <w:sz w:val="28"/>
          <w:szCs w:val="28"/>
          <w:lang w:val="uk-UA" w:eastAsia="ru-RU"/>
        </w:rPr>
        <w:t xml:space="preserve">   №   </w:t>
      </w:r>
      <w:r w:rsidRPr="000E1B47">
        <w:rPr>
          <w:rFonts w:ascii="Times New Roman" w:hAnsi="Times New Roman"/>
          <w:sz w:val="28"/>
          <w:szCs w:val="28"/>
          <w:u w:val="single"/>
          <w:lang w:val="uk-UA" w:eastAsia="ru-RU"/>
        </w:rPr>
        <w:t>250-ОД</w:t>
      </w:r>
    </w:p>
    <w:p w:rsidR="00FA2EE9" w:rsidRPr="00437766" w:rsidRDefault="00FA2EE9" w:rsidP="00437766">
      <w:pPr>
        <w:pStyle w:val="NoSpacing"/>
        <w:rPr>
          <w:lang w:val="uk-UA" w:eastAsia="ru-RU"/>
        </w:rPr>
      </w:pPr>
      <w:bookmarkStart w:id="0" w:name="_GoBack"/>
      <w:bookmarkEnd w:id="0"/>
    </w:p>
    <w:p w:rsidR="00FA2EE9" w:rsidRPr="00437766" w:rsidRDefault="00FA2EE9" w:rsidP="00437766">
      <w:pPr>
        <w:pStyle w:val="NoSpacing"/>
        <w:rPr>
          <w:lang w:val="uk-UA" w:eastAsia="ru-RU"/>
        </w:rPr>
      </w:pPr>
    </w:p>
    <w:p w:rsidR="00FA2EE9" w:rsidRPr="00437766" w:rsidRDefault="00FA2EE9" w:rsidP="00437766">
      <w:pPr>
        <w:pStyle w:val="HTMLPreformatted"/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7766">
        <w:rPr>
          <w:rFonts w:ascii="Times New Roman" w:hAnsi="Times New Roman"/>
          <w:b/>
          <w:sz w:val="28"/>
          <w:szCs w:val="28"/>
          <w:lang w:val="uk-UA" w:eastAsia="ru-RU"/>
        </w:rPr>
        <w:t>Склад організаційного комітету</w:t>
      </w:r>
    </w:p>
    <w:p w:rsidR="00FA2EE9" w:rsidRPr="00437766" w:rsidRDefault="00FA2EE9" w:rsidP="0043776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7766">
        <w:rPr>
          <w:rFonts w:ascii="Times New Roman" w:hAnsi="Times New Roman"/>
          <w:b/>
          <w:sz w:val="28"/>
          <w:szCs w:val="28"/>
          <w:lang w:val="uk-UA"/>
        </w:rPr>
        <w:t>з організації та проведення міського молодіжного новорічного маскараду</w:t>
      </w:r>
    </w:p>
    <w:p w:rsidR="00FA2EE9" w:rsidRPr="00437766" w:rsidRDefault="00FA2EE9" w:rsidP="00437766">
      <w:pPr>
        <w:pStyle w:val="NoSpacing"/>
        <w:jc w:val="center"/>
        <w:rPr>
          <w:rFonts w:ascii="Times New Roman" w:hAnsi="Times New Roman"/>
          <w:b/>
          <w:lang w:val="uk-UA"/>
        </w:rPr>
      </w:pPr>
    </w:p>
    <w:p w:rsidR="00FA2EE9" w:rsidRPr="00437766" w:rsidRDefault="00FA2EE9" w:rsidP="00437766">
      <w:pPr>
        <w:pStyle w:val="NoSpacing"/>
        <w:jc w:val="center"/>
        <w:rPr>
          <w:rFonts w:ascii="Times New Roman" w:hAnsi="Times New Roman"/>
          <w:b/>
          <w:lang w:val="uk-UA"/>
        </w:rPr>
      </w:pPr>
    </w:p>
    <w:tbl>
      <w:tblPr>
        <w:tblW w:w="9606" w:type="dxa"/>
        <w:tblLook w:val="00A0"/>
      </w:tblPr>
      <w:tblGrid>
        <w:gridCol w:w="4644"/>
        <w:gridCol w:w="4962"/>
      </w:tblGrid>
      <w:tr w:rsidR="00FA2EE9" w:rsidRPr="002136B0" w:rsidTr="002136B0"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Васильєва Маріанна Іванівна,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міського голови</w:t>
            </w:r>
            <w:r w:rsidRPr="002136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діяльності виконавчих  о</w:t>
            </w:r>
            <w:r w:rsidRPr="002136B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рганів міської ради, </w:t>
            </w: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 організаційного комітету;</w:t>
            </w:r>
          </w:p>
        </w:tc>
      </w:tr>
      <w:tr w:rsidR="00FA2EE9" w:rsidRPr="002136B0" w:rsidTr="002136B0"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Ніжник Олена Володимирівна,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спеціаліст відділу молоді та спорту міської ради, заступник голови організаційного комітету;</w:t>
            </w:r>
          </w:p>
        </w:tc>
      </w:tr>
      <w:tr w:rsidR="00FA2EE9" w:rsidRPr="002136B0" w:rsidTr="002136B0"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Фесенко Катерина Сергіївна,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спеціаліст 2 категорії міського центру фізичного здоров’я населення «Спорт для всіх» відділу молоді та спорту міської ради, секретар організаційного комітету;</w:t>
            </w:r>
          </w:p>
        </w:tc>
      </w:tr>
      <w:tr w:rsidR="00FA2EE9" w:rsidRPr="002136B0" w:rsidTr="002136B0"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Курок Олександр Іванович,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/>
              </w:rPr>
              <w:t>професор, ректор Глухівського національного педагогічного університету імені Олександра Довженка (за згодою);</w:t>
            </w:r>
          </w:p>
        </w:tc>
      </w:tr>
      <w:tr w:rsidR="00FA2EE9" w:rsidRPr="002136B0" w:rsidTr="002136B0">
        <w:trPr>
          <w:trHeight w:val="611"/>
        </w:trPr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Коняєва Ганна Іванівна,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2136B0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Глухівського медичного училища (за згодою);</w:t>
            </w:r>
          </w:p>
        </w:tc>
      </w:tr>
      <w:tr w:rsidR="00FA2EE9" w:rsidRPr="002136B0" w:rsidTr="002136B0"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Литвиненко Анатолій Васильович,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2136B0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Глухівського агротехнічного інституту ім. С. А. Ковпака Сумського НАУ (за згодою);</w:t>
            </w:r>
          </w:p>
        </w:tc>
      </w:tr>
      <w:tr w:rsidR="00FA2EE9" w:rsidRPr="002136B0" w:rsidTr="002136B0"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Новиков В’ячеслав Володимирович,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2136B0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державного навчального закладу «Глухівське вище професійне училище» (за згодою);</w:t>
            </w:r>
          </w:p>
        </w:tc>
      </w:tr>
      <w:tr w:rsidR="00FA2EE9" w:rsidRPr="002136B0" w:rsidTr="002136B0">
        <w:tc>
          <w:tcPr>
            <w:tcW w:w="4644" w:type="dxa"/>
          </w:tcPr>
          <w:p w:rsidR="00FA2EE9" w:rsidRPr="002136B0" w:rsidRDefault="00FA2EE9" w:rsidP="002136B0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3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Ребченко Олександр Мефодійович,</w:t>
            </w:r>
          </w:p>
        </w:tc>
        <w:tc>
          <w:tcPr>
            <w:tcW w:w="4962" w:type="dxa"/>
          </w:tcPr>
          <w:p w:rsidR="00FA2EE9" w:rsidRPr="002136B0" w:rsidRDefault="00FA2EE9" w:rsidP="002136B0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2136B0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Професійно-педагогічного коледжу Глухівського національного педагогічного університету імені Олександра Довженка (за згодою).</w:t>
            </w:r>
          </w:p>
        </w:tc>
      </w:tr>
    </w:tbl>
    <w:p w:rsidR="00FA2EE9" w:rsidRPr="00437766" w:rsidRDefault="00FA2EE9" w:rsidP="00437766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FA2EE9" w:rsidRPr="00437766" w:rsidRDefault="00FA2EE9" w:rsidP="00437766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FA2EE9" w:rsidRPr="00437766" w:rsidRDefault="00FA2EE9" w:rsidP="0043776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37766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Керуюча справами </w:t>
      </w:r>
    </w:p>
    <w:p w:rsidR="00FA2EE9" w:rsidRPr="00437766" w:rsidRDefault="00FA2EE9" w:rsidP="00437766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37766">
        <w:rPr>
          <w:rFonts w:ascii="Times New Roman" w:hAnsi="Times New Roman"/>
          <w:b/>
          <w:spacing w:val="-20"/>
          <w:sz w:val="28"/>
          <w:szCs w:val="28"/>
          <w:lang w:val="uk-UA"/>
        </w:rPr>
        <w:t>виконавчого комітету міської ради</w:t>
      </w:r>
      <w:r w:rsidRPr="00437766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37766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37766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37766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37766"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 xml:space="preserve"> О.О. Гаврильченко</w:t>
      </w:r>
    </w:p>
    <w:p w:rsidR="00FA2EE9" w:rsidRPr="00437766" w:rsidRDefault="00FA2EE9" w:rsidP="00437766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FA2EE9" w:rsidRPr="00437766" w:rsidRDefault="00FA2EE9" w:rsidP="00437766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FA2EE9" w:rsidRPr="00437766" w:rsidRDefault="00FA2EE9" w:rsidP="00437766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sectPr w:rsidR="00FA2EE9" w:rsidRPr="00437766" w:rsidSect="00BF128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EE9" w:rsidRDefault="00FA2EE9" w:rsidP="00D43CB1">
      <w:pPr>
        <w:spacing w:after="0" w:line="240" w:lineRule="auto"/>
      </w:pPr>
      <w:r>
        <w:separator/>
      </w:r>
    </w:p>
  </w:endnote>
  <w:endnote w:type="continuationSeparator" w:id="0">
    <w:p w:rsidR="00FA2EE9" w:rsidRDefault="00FA2EE9" w:rsidP="00D4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EE9" w:rsidRDefault="00FA2EE9" w:rsidP="00D43CB1">
      <w:pPr>
        <w:spacing w:after="0" w:line="240" w:lineRule="auto"/>
      </w:pPr>
      <w:r>
        <w:separator/>
      </w:r>
    </w:p>
  </w:footnote>
  <w:footnote w:type="continuationSeparator" w:id="0">
    <w:p w:rsidR="00FA2EE9" w:rsidRDefault="00FA2EE9" w:rsidP="00D43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39C"/>
    <w:multiLevelType w:val="hybridMultilevel"/>
    <w:tmpl w:val="9B1E3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B7238"/>
    <w:multiLevelType w:val="hybridMultilevel"/>
    <w:tmpl w:val="DA58F5C8"/>
    <w:lvl w:ilvl="0" w:tplc="FECC938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62780"/>
    <w:multiLevelType w:val="multilevel"/>
    <w:tmpl w:val="EDB247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9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9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15" w:hanging="9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>
    <w:nsid w:val="13294BAC"/>
    <w:multiLevelType w:val="multilevel"/>
    <w:tmpl w:val="856271A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855380E"/>
    <w:multiLevelType w:val="hybridMultilevel"/>
    <w:tmpl w:val="75E2CB5E"/>
    <w:lvl w:ilvl="0" w:tplc="2CE472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43834"/>
    <w:multiLevelType w:val="hybridMultilevel"/>
    <w:tmpl w:val="B0F8A9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181541"/>
    <w:multiLevelType w:val="hybridMultilevel"/>
    <w:tmpl w:val="5BFC3D7A"/>
    <w:lvl w:ilvl="0" w:tplc="B2AACC18">
      <w:start w:val="5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7">
    <w:nsid w:val="3ABF77F5"/>
    <w:multiLevelType w:val="multilevel"/>
    <w:tmpl w:val="98DA753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3BA97371"/>
    <w:multiLevelType w:val="hybridMultilevel"/>
    <w:tmpl w:val="77928BA2"/>
    <w:lvl w:ilvl="0" w:tplc="F9BE93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DC979EF"/>
    <w:multiLevelType w:val="multilevel"/>
    <w:tmpl w:val="474A6D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49091323"/>
    <w:multiLevelType w:val="hybridMultilevel"/>
    <w:tmpl w:val="57AA7A04"/>
    <w:lvl w:ilvl="0" w:tplc="4FF25A0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25A7E0C"/>
    <w:multiLevelType w:val="hybridMultilevel"/>
    <w:tmpl w:val="4EC654D0"/>
    <w:lvl w:ilvl="0" w:tplc="CEB8F9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32DAE"/>
    <w:multiLevelType w:val="hybridMultilevel"/>
    <w:tmpl w:val="E7682020"/>
    <w:lvl w:ilvl="0" w:tplc="F6746F02">
      <w:start w:val="1"/>
      <w:numFmt w:val="decimal"/>
      <w:lvlText w:val="%1."/>
      <w:lvlJc w:val="left"/>
      <w:pPr>
        <w:ind w:left="391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49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1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8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32" w:hanging="180"/>
      </w:pPr>
      <w:rPr>
        <w:rFonts w:cs="Times New Roman"/>
      </w:rPr>
    </w:lvl>
  </w:abstractNum>
  <w:abstractNum w:abstractNumId="13">
    <w:nsid w:val="57202D66"/>
    <w:multiLevelType w:val="hybridMultilevel"/>
    <w:tmpl w:val="F4CA7D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9D35C5F"/>
    <w:multiLevelType w:val="hybridMultilevel"/>
    <w:tmpl w:val="ED3A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0D227D"/>
    <w:multiLevelType w:val="multilevel"/>
    <w:tmpl w:val="9134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15"/>
    <w:lvlOverride w:ilvl="0">
      <w:startOverride w:val="1"/>
    </w:lvlOverride>
  </w:num>
  <w:num w:numId="9">
    <w:abstractNumId w:val="15"/>
    <w:lvlOverride w:ilvl="0">
      <w:startOverride w:val="2"/>
    </w:lvlOverride>
  </w:num>
  <w:num w:numId="10">
    <w:abstractNumId w:val="15"/>
    <w:lvlOverride w:ilvl="0">
      <w:startOverride w:val="3"/>
    </w:lvlOverride>
  </w:num>
  <w:num w:numId="11">
    <w:abstractNumId w:val="15"/>
    <w:lvlOverride w:ilvl="0">
      <w:startOverride w:val="4"/>
    </w:lvlOverride>
  </w:num>
  <w:num w:numId="12">
    <w:abstractNumId w:val="15"/>
    <w:lvlOverride w:ilvl="0">
      <w:startOverride w:val="5"/>
    </w:lvlOverride>
  </w:num>
  <w:num w:numId="13">
    <w:abstractNumId w:val="10"/>
  </w:num>
  <w:num w:numId="14">
    <w:abstractNumId w:val="6"/>
  </w:num>
  <w:num w:numId="15">
    <w:abstractNumId w:val="0"/>
  </w:num>
  <w:num w:numId="16">
    <w:abstractNumId w:val="13"/>
  </w:num>
  <w:num w:numId="17">
    <w:abstractNumId w:val="5"/>
  </w:num>
  <w:num w:numId="18">
    <w:abstractNumId w:val="4"/>
  </w:num>
  <w:num w:numId="19">
    <w:abstractNumId w:val="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EE"/>
    <w:rsid w:val="00033F55"/>
    <w:rsid w:val="000827E7"/>
    <w:rsid w:val="000B3CA2"/>
    <w:rsid w:val="000B55D8"/>
    <w:rsid w:val="000D0B2E"/>
    <w:rsid w:val="000E1B47"/>
    <w:rsid w:val="00105022"/>
    <w:rsid w:val="0011100C"/>
    <w:rsid w:val="0013399E"/>
    <w:rsid w:val="001559CD"/>
    <w:rsid w:val="00170FF1"/>
    <w:rsid w:val="0018029A"/>
    <w:rsid w:val="00187858"/>
    <w:rsid w:val="00191D96"/>
    <w:rsid w:val="001A5165"/>
    <w:rsid w:val="001B35D0"/>
    <w:rsid w:val="001E2450"/>
    <w:rsid w:val="001F1C35"/>
    <w:rsid w:val="002136B0"/>
    <w:rsid w:val="002137F6"/>
    <w:rsid w:val="0023354E"/>
    <w:rsid w:val="00243337"/>
    <w:rsid w:val="00273796"/>
    <w:rsid w:val="00273E2F"/>
    <w:rsid w:val="002A3FAF"/>
    <w:rsid w:val="002E09A1"/>
    <w:rsid w:val="002E46F0"/>
    <w:rsid w:val="002F146B"/>
    <w:rsid w:val="0032050E"/>
    <w:rsid w:val="003259EE"/>
    <w:rsid w:val="003434A4"/>
    <w:rsid w:val="00374E81"/>
    <w:rsid w:val="004115D9"/>
    <w:rsid w:val="00432C3C"/>
    <w:rsid w:val="00433E70"/>
    <w:rsid w:val="00437766"/>
    <w:rsid w:val="00444CD9"/>
    <w:rsid w:val="0045098D"/>
    <w:rsid w:val="00454773"/>
    <w:rsid w:val="0048018E"/>
    <w:rsid w:val="004A0298"/>
    <w:rsid w:val="004D08E7"/>
    <w:rsid w:val="005005BC"/>
    <w:rsid w:val="005429CC"/>
    <w:rsid w:val="00543E93"/>
    <w:rsid w:val="00581DBD"/>
    <w:rsid w:val="005A62B3"/>
    <w:rsid w:val="005E7ECC"/>
    <w:rsid w:val="00630FA2"/>
    <w:rsid w:val="00637495"/>
    <w:rsid w:val="006478EE"/>
    <w:rsid w:val="00683BFB"/>
    <w:rsid w:val="006908D4"/>
    <w:rsid w:val="006C163D"/>
    <w:rsid w:val="006C3CE7"/>
    <w:rsid w:val="006F4450"/>
    <w:rsid w:val="006F4C7E"/>
    <w:rsid w:val="007333E6"/>
    <w:rsid w:val="00737B47"/>
    <w:rsid w:val="00737B62"/>
    <w:rsid w:val="00746118"/>
    <w:rsid w:val="00752498"/>
    <w:rsid w:val="00754D55"/>
    <w:rsid w:val="00777C54"/>
    <w:rsid w:val="00787C15"/>
    <w:rsid w:val="007C2895"/>
    <w:rsid w:val="007C7580"/>
    <w:rsid w:val="007D0C4C"/>
    <w:rsid w:val="008040E4"/>
    <w:rsid w:val="0080416D"/>
    <w:rsid w:val="008264B6"/>
    <w:rsid w:val="0084066B"/>
    <w:rsid w:val="008C7764"/>
    <w:rsid w:val="008D1DF0"/>
    <w:rsid w:val="0090292B"/>
    <w:rsid w:val="009137C6"/>
    <w:rsid w:val="00924F0B"/>
    <w:rsid w:val="0093184A"/>
    <w:rsid w:val="0093441A"/>
    <w:rsid w:val="0094378E"/>
    <w:rsid w:val="00944F5A"/>
    <w:rsid w:val="009C68DF"/>
    <w:rsid w:val="009F0595"/>
    <w:rsid w:val="00A0580A"/>
    <w:rsid w:val="00A45ED7"/>
    <w:rsid w:val="00A53ADF"/>
    <w:rsid w:val="00A764B5"/>
    <w:rsid w:val="00A9586B"/>
    <w:rsid w:val="00A95F0D"/>
    <w:rsid w:val="00AB3B25"/>
    <w:rsid w:val="00AE2152"/>
    <w:rsid w:val="00B035EE"/>
    <w:rsid w:val="00B36865"/>
    <w:rsid w:val="00B427CF"/>
    <w:rsid w:val="00B43A45"/>
    <w:rsid w:val="00B45B9F"/>
    <w:rsid w:val="00B81B03"/>
    <w:rsid w:val="00B8342F"/>
    <w:rsid w:val="00B918D6"/>
    <w:rsid w:val="00BA1136"/>
    <w:rsid w:val="00BB3DA9"/>
    <w:rsid w:val="00BB6BD8"/>
    <w:rsid w:val="00BD3D89"/>
    <w:rsid w:val="00BF1286"/>
    <w:rsid w:val="00BF6080"/>
    <w:rsid w:val="00C034C1"/>
    <w:rsid w:val="00C24BE4"/>
    <w:rsid w:val="00CE7660"/>
    <w:rsid w:val="00D11DD1"/>
    <w:rsid w:val="00D21A5A"/>
    <w:rsid w:val="00D43CB1"/>
    <w:rsid w:val="00D958AB"/>
    <w:rsid w:val="00DA500E"/>
    <w:rsid w:val="00DB7EEB"/>
    <w:rsid w:val="00E00D11"/>
    <w:rsid w:val="00E1783B"/>
    <w:rsid w:val="00E24F6E"/>
    <w:rsid w:val="00E33A38"/>
    <w:rsid w:val="00E64062"/>
    <w:rsid w:val="00EA3C87"/>
    <w:rsid w:val="00EC4129"/>
    <w:rsid w:val="00F2497B"/>
    <w:rsid w:val="00F33673"/>
    <w:rsid w:val="00F8465E"/>
    <w:rsid w:val="00FA2EE9"/>
    <w:rsid w:val="00FB2418"/>
    <w:rsid w:val="00FC6F45"/>
    <w:rsid w:val="00FD20A0"/>
    <w:rsid w:val="00FD5569"/>
    <w:rsid w:val="00FE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A45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kern w:val="28"/>
      <w:sz w:val="28"/>
      <w:szCs w:val="28"/>
      <w:lang w:val="uk-UA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59EE"/>
    <w:rPr>
      <w:rFonts w:ascii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259EE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NoSpacing">
    <w:name w:val="No Spacing"/>
    <w:uiPriority w:val="99"/>
    <w:qFormat/>
    <w:rsid w:val="003259EE"/>
    <w:rPr>
      <w:lang w:eastAsia="en-US"/>
    </w:rPr>
  </w:style>
  <w:style w:type="paragraph" w:styleId="Header">
    <w:name w:val="header"/>
    <w:basedOn w:val="Normal"/>
    <w:link w:val="Head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3C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CB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75249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52498"/>
    <w:rPr>
      <w:rFonts w:ascii="Consolas" w:hAnsi="Consolas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D0B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4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9CC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1F1C3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F1C35"/>
    <w:rPr>
      <w:rFonts w:ascii="Times New Roman" w:hAnsi="Times New Roman" w:cs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1878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A45E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Hyperlink">
    <w:name w:val="Hyperlink"/>
    <w:basedOn w:val="DefaultParagraphFont"/>
    <w:uiPriority w:val="99"/>
    <w:semiHidden/>
    <w:rsid w:val="00A764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200</Words>
  <Characters>1146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УСМС</dc:creator>
  <cp:keywords/>
  <dc:description/>
  <cp:lastModifiedBy>WinXPProSP3</cp:lastModifiedBy>
  <cp:revision>2</cp:revision>
  <cp:lastPrinted>2017-12-07T10:15:00Z</cp:lastPrinted>
  <dcterms:created xsi:type="dcterms:W3CDTF">2017-12-11T14:51:00Z</dcterms:created>
  <dcterms:modified xsi:type="dcterms:W3CDTF">2017-12-11T14:51:00Z</dcterms:modified>
</cp:coreProperties>
</file>