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ED9" w:rsidRPr="004955D2" w:rsidRDefault="00422ED9" w:rsidP="007C4145">
      <w:pPr>
        <w:tabs>
          <w:tab w:val="left" w:pos="9720"/>
        </w:tabs>
        <w:spacing w:after="0" w:line="240" w:lineRule="auto"/>
        <w:ind w:right="-82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                                                  </w:t>
      </w:r>
      <w:r w:rsidRPr="007C4145">
        <w:rPr>
          <w:rFonts w:ascii="Times New Roman" w:hAnsi="Times New Roman"/>
          <w:bCs/>
          <w:sz w:val="28"/>
          <w:szCs w:val="28"/>
          <w:lang w:val="uk-UA" w:eastAsia="ru-RU"/>
        </w:rPr>
        <w:t>ЗАТВЕРДЖЕНО</w:t>
      </w:r>
    </w:p>
    <w:p w:rsidR="00422ED9" w:rsidRPr="007C4145" w:rsidRDefault="00422ED9" w:rsidP="007C4145">
      <w:pPr>
        <w:spacing w:after="0" w:line="240" w:lineRule="auto"/>
        <w:ind w:left="4956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7C4145">
        <w:rPr>
          <w:rFonts w:ascii="Times New Roman" w:hAnsi="Times New Roman"/>
          <w:bCs/>
          <w:sz w:val="28"/>
          <w:szCs w:val="28"/>
          <w:lang w:val="uk-UA" w:eastAsia="ru-RU"/>
        </w:rPr>
        <w:t xml:space="preserve">      розпорядження міського голови</w:t>
      </w:r>
    </w:p>
    <w:p w:rsidR="00422ED9" w:rsidRPr="007C4145" w:rsidRDefault="00422ED9" w:rsidP="007C4145">
      <w:pPr>
        <w:spacing w:after="0" w:line="240" w:lineRule="auto"/>
        <w:outlineLvl w:val="4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7C4145">
        <w:rPr>
          <w:rFonts w:ascii="Times New Roman" w:hAnsi="Times New Roman"/>
          <w:bCs/>
          <w:sz w:val="28"/>
          <w:szCs w:val="28"/>
          <w:lang w:val="uk-UA" w:eastAsia="ru-RU"/>
        </w:rPr>
        <w:t xml:space="preserve">                                                                       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    13.02.2018 №30-ОД</w:t>
      </w:r>
      <w:bookmarkStart w:id="0" w:name="_GoBack"/>
      <w:bookmarkEnd w:id="0"/>
    </w:p>
    <w:p w:rsidR="00422ED9" w:rsidRPr="007C4145" w:rsidRDefault="00422ED9" w:rsidP="007C414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422ED9" w:rsidRPr="007C4145" w:rsidRDefault="00422ED9" w:rsidP="004955D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        </w:t>
      </w:r>
      <w:r w:rsidRPr="007C4145">
        <w:rPr>
          <w:rFonts w:ascii="Times New Roman" w:hAnsi="Times New Roman"/>
          <w:b/>
          <w:sz w:val="28"/>
          <w:szCs w:val="28"/>
          <w:lang w:val="uk-UA" w:eastAsia="ru-RU"/>
        </w:rPr>
        <w:t>Заходи</w:t>
      </w:r>
    </w:p>
    <w:p w:rsidR="00422ED9" w:rsidRPr="007C4145" w:rsidRDefault="00422ED9" w:rsidP="007C4145">
      <w:pPr>
        <w:tabs>
          <w:tab w:val="left" w:pos="7303"/>
          <w:tab w:val="left" w:pos="904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з підготовки та </w:t>
      </w:r>
      <w:r w:rsidRPr="007C4145">
        <w:rPr>
          <w:rFonts w:ascii="Times New Roman" w:hAnsi="Times New Roman"/>
          <w:b/>
          <w:sz w:val="28"/>
          <w:szCs w:val="28"/>
          <w:lang w:val="uk-UA" w:eastAsia="ru-RU"/>
        </w:rPr>
        <w:t>проведенн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я у 2018</w:t>
      </w:r>
      <w:r w:rsidRPr="007C4145">
        <w:rPr>
          <w:rFonts w:ascii="Times New Roman" w:hAnsi="Times New Roman"/>
          <w:b/>
          <w:sz w:val="28"/>
          <w:szCs w:val="28"/>
          <w:lang w:val="uk-UA" w:eastAsia="ru-RU"/>
        </w:rPr>
        <w:t xml:space="preserve"> році в місті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Глухові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br/>
        <w:t xml:space="preserve">Дня вшанування </w:t>
      </w:r>
      <w:r w:rsidRPr="007C4145">
        <w:rPr>
          <w:rFonts w:ascii="Times New Roman" w:hAnsi="Times New Roman"/>
          <w:b/>
          <w:sz w:val="28"/>
          <w:szCs w:val="28"/>
          <w:lang w:val="uk-UA" w:eastAsia="ru-RU"/>
        </w:rPr>
        <w:t>учасників бойових дій на території інших держав</w:t>
      </w:r>
    </w:p>
    <w:p w:rsidR="00422ED9" w:rsidRPr="007C4145" w:rsidRDefault="00422ED9" w:rsidP="007C41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422ED9" w:rsidRPr="007C4145" w:rsidRDefault="00422ED9" w:rsidP="007C4145">
      <w:pPr>
        <w:tabs>
          <w:tab w:val="left" w:pos="1311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7C4145">
        <w:rPr>
          <w:rFonts w:ascii="Times New Roman" w:hAnsi="Times New Roman"/>
          <w:sz w:val="28"/>
          <w:szCs w:val="28"/>
          <w:lang w:val="uk-UA" w:eastAsia="ru-RU"/>
        </w:rPr>
        <w:t xml:space="preserve">        1. </w:t>
      </w:r>
      <w:r w:rsidRPr="007C4145">
        <w:rPr>
          <w:rFonts w:ascii="Times New Roman" w:hAnsi="Times New Roman"/>
          <w:bCs/>
          <w:sz w:val="28"/>
          <w:szCs w:val="28"/>
          <w:lang w:val="uk-UA" w:eastAsia="ru-RU"/>
        </w:rPr>
        <w:t>Організувати та провести  в місті  урочи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стий мітинг з нагоди</w:t>
      </w:r>
      <w:r w:rsidRPr="007C4145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Дня вшанування учасників бойових дій на території інших держав</w:t>
      </w:r>
      <w:r w:rsidRPr="007C4145">
        <w:rPr>
          <w:rFonts w:ascii="Times New Roman" w:hAnsi="Times New Roman"/>
          <w:bCs/>
          <w:sz w:val="28"/>
          <w:szCs w:val="28"/>
          <w:lang w:val="uk-UA" w:eastAsia="ru-RU"/>
        </w:rPr>
        <w:t xml:space="preserve">  та </w:t>
      </w:r>
      <w:r>
        <w:rPr>
          <w:rFonts w:ascii="Times New Roman" w:hAnsi="Times New Roman"/>
          <w:sz w:val="28"/>
          <w:szCs w:val="28"/>
          <w:lang w:val="uk-UA" w:eastAsia="ru-RU"/>
        </w:rPr>
        <w:t>покладання квітів до пам’ятника</w:t>
      </w:r>
      <w:r w:rsidRPr="007C4145">
        <w:rPr>
          <w:rFonts w:ascii="Times New Roman" w:hAnsi="Times New Roman"/>
          <w:sz w:val="28"/>
          <w:szCs w:val="28"/>
          <w:lang w:val="uk-UA" w:eastAsia="ru-RU"/>
        </w:rPr>
        <w:t xml:space="preserve"> та могил учасників бойових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дій</w:t>
      </w:r>
      <w:r w:rsidRPr="007C414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за участю представників </w:t>
      </w:r>
      <w:r w:rsidRPr="007C4145">
        <w:rPr>
          <w:rFonts w:ascii="Times New Roman" w:hAnsi="Times New Roman"/>
          <w:bCs/>
          <w:sz w:val="28"/>
          <w:szCs w:val="28"/>
          <w:lang w:val="uk-UA" w:eastAsia="ru-RU"/>
        </w:rPr>
        <w:t>органі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в місцевого самоврядування</w:t>
      </w:r>
      <w:r w:rsidRPr="007C4145">
        <w:rPr>
          <w:rFonts w:ascii="Times New Roman" w:hAnsi="Times New Roman"/>
          <w:bCs/>
          <w:sz w:val="28"/>
          <w:szCs w:val="28"/>
          <w:lang w:val="uk-UA" w:eastAsia="ru-RU"/>
        </w:rPr>
        <w:t>, громадських організацій ветеранів Афганістану, учасників бойових дій на терито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рії інших держав, громадськості.</w:t>
      </w:r>
    </w:p>
    <w:p w:rsidR="00422ED9" w:rsidRPr="007C4145" w:rsidRDefault="00422ED9" w:rsidP="007C4145">
      <w:pPr>
        <w:tabs>
          <w:tab w:val="left" w:pos="131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7C4145">
        <w:rPr>
          <w:rFonts w:ascii="Times New Roman" w:hAnsi="Times New Roman"/>
          <w:bCs/>
          <w:sz w:val="28"/>
          <w:szCs w:val="28"/>
          <w:lang w:val="uk-UA" w:eastAsia="ru-RU"/>
        </w:rPr>
        <w:t xml:space="preserve">                                                   Відділ з правової та внутрішньої</w:t>
      </w:r>
    </w:p>
    <w:p w:rsidR="00422ED9" w:rsidRPr="007C4145" w:rsidRDefault="00422ED9" w:rsidP="007C4145">
      <w:pPr>
        <w:tabs>
          <w:tab w:val="left" w:pos="131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C4145">
        <w:rPr>
          <w:rFonts w:ascii="Times New Roman" w:hAnsi="Times New Roman"/>
          <w:bCs/>
          <w:sz w:val="28"/>
          <w:szCs w:val="28"/>
          <w:lang w:val="uk-UA" w:eastAsia="ru-RU"/>
        </w:rPr>
        <w:t xml:space="preserve">                                        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         політики міської ради</w:t>
      </w:r>
    </w:p>
    <w:p w:rsidR="00422ED9" w:rsidRPr="007C4145" w:rsidRDefault="00422ED9" w:rsidP="007C4145">
      <w:pPr>
        <w:spacing w:after="0" w:line="240" w:lineRule="auto"/>
        <w:ind w:left="4251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15.02.2018</w:t>
      </w:r>
      <w:r w:rsidRPr="007C414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року</w:t>
      </w:r>
    </w:p>
    <w:p w:rsidR="00422ED9" w:rsidRPr="007C4145" w:rsidRDefault="00422ED9" w:rsidP="007C4145">
      <w:pPr>
        <w:tabs>
          <w:tab w:val="left" w:pos="7303"/>
          <w:tab w:val="left" w:pos="904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2. Провести в </w:t>
      </w:r>
      <w:r w:rsidRPr="007C4145">
        <w:rPr>
          <w:rFonts w:ascii="Times New Roman" w:hAnsi="Times New Roman"/>
          <w:sz w:val="28"/>
          <w:szCs w:val="28"/>
          <w:lang w:val="uk-UA" w:eastAsia="ru-RU"/>
        </w:rPr>
        <w:t>закладах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освіти</w:t>
      </w:r>
      <w:r w:rsidRPr="007C4145">
        <w:rPr>
          <w:rFonts w:ascii="Times New Roman" w:hAnsi="Times New Roman"/>
          <w:sz w:val="28"/>
          <w:szCs w:val="28"/>
          <w:lang w:val="uk-UA" w:eastAsia="ru-RU"/>
        </w:rPr>
        <w:t>, установах к</w:t>
      </w:r>
      <w:r>
        <w:rPr>
          <w:rFonts w:ascii="Times New Roman" w:hAnsi="Times New Roman"/>
          <w:sz w:val="28"/>
          <w:szCs w:val="28"/>
          <w:lang w:val="uk-UA" w:eastAsia="ru-RU"/>
        </w:rPr>
        <w:t>ультури тематичні уроки, лекції</w:t>
      </w:r>
      <w:r w:rsidRPr="007C4145">
        <w:rPr>
          <w:rFonts w:ascii="Times New Roman" w:hAnsi="Times New Roman"/>
          <w:sz w:val="28"/>
          <w:szCs w:val="28"/>
          <w:lang w:val="uk-UA" w:eastAsia="ru-RU"/>
        </w:rPr>
        <w:t xml:space="preserve"> з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питань </w:t>
      </w:r>
      <w:r w:rsidRPr="007C4145">
        <w:rPr>
          <w:rFonts w:ascii="Times New Roman" w:hAnsi="Times New Roman"/>
          <w:sz w:val="28"/>
          <w:szCs w:val="28"/>
          <w:lang w:val="uk-UA" w:eastAsia="ru-RU"/>
        </w:rPr>
        <w:t>історичної війни в Республіці Афганістан та інших локальних конфліктів, в</w:t>
      </w:r>
      <w:r>
        <w:rPr>
          <w:rFonts w:ascii="Times New Roman" w:hAnsi="Times New Roman"/>
          <w:sz w:val="28"/>
          <w:szCs w:val="28"/>
          <w:lang w:val="uk-UA" w:eastAsia="ru-RU"/>
        </w:rPr>
        <w:t>иставки, науково-практичні конференції, інші просвітницькі заходи</w:t>
      </w:r>
      <w:r w:rsidRPr="007C4145">
        <w:rPr>
          <w:rFonts w:ascii="Times New Roman" w:hAnsi="Times New Roman"/>
          <w:sz w:val="28"/>
          <w:szCs w:val="28"/>
          <w:lang w:val="uk-UA" w:eastAsia="ru-RU"/>
        </w:rPr>
        <w:t>, зокрема,  за участю учасників бойови</w:t>
      </w:r>
      <w:r>
        <w:rPr>
          <w:rFonts w:ascii="Times New Roman" w:hAnsi="Times New Roman"/>
          <w:sz w:val="28"/>
          <w:szCs w:val="28"/>
          <w:lang w:val="uk-UA" w:eastAsia="ru-RU"/>
        </w:rPr>
        <w:t>х дій на території інших держав.</w:t>
      </w:r>
    </w:p>
    <w:p w:rsidR="00422ED9" w:rsidRPr="007C4145" w:rsidRDefault="00422ED9" w:rsidP="007C4145">
      <w:pPr>
        <w:spacing w:after="0" w:line="240" w:lineRule="auto"/>
        <w:ind w:left="42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C4145">
        <w:rPr>
          <w:rFonts w:ascii="Times New Roman" w:hAnsi="Times New Roman"/>
          <w:sz w:val="28"/>
          <w:szCs w:val="28"/>
          <w:lang w:val="uk-UA" w:eastAsia="ru-RU"/>
        </w:rPr>
        <w:t>Відділ освіти міської ради,</w:t>
      </w:r>
    </w:p>
    <w:p w:rsidR="00422ED9" w:rsidRPr="007C4145" w:rsidRDefault="00422ED9" w:rsidP="007C4145">
      <w:pPr>
        <w:spacing w:after="0" w:line="240" w:lineRule="auto"/>
        <w:ind w:left="42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відділ культури міської ради</w:t>
      </w:r>
    </w:p>
    <w:p w:rsidR="00422ED9" w:rsidRPr="007C4145" w:rsidRDefault="00422ED9" w:rsidP="007C4145">
      <w:pPr>
        <w:spacing w:after="0" w:line="240" w:lineRule="auto"/>
        <w:ind w:left="42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До 18 лютого  2018</w:t>
      </w:r>
      <w:r w:rsidRPr="007C4145">
        <w:rPr>
          <w:rFonts w:ascii="Times New Roman" w:hAnsi="Times New Roman"/>
          <w:sz w:val="28"/>
          <w:szCs w:val="28"/>
          <w:lang w:val="uk-UA" w:eastAsia="ru-RU"/>
        </w:rPr>
        <w:t xml:space="preserve"> року</w:t>
      </w:r>
    </w:p>
    <w:p w:rsidR="00422ED9" w:rsidRPr="007C4145" w:rsidRDefault="00422ED9" w:rsidP="00AA0C9F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3</w:t>
      </w:r>
      <w:r w:rsidRPr="007C4145">
        <w:rPr>
          <w:rFonts w:ascii="Times New Roman" w:hAnsi="Times New Roman"/>
          <w:sz w:val="28"/>
          <w:szCs w:val="28"/>
          <w:lang w:val="uk-UA" w:eastAsia="ru-RU"/>
        </w:rPr>
        <w:t xml:space="preserve">. Сприяти проведенню молодіжним, громадським об’єднанням ветеранів та іншим громадським об’єднанням, військово-патріотичними клубами заходів,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спортивних змагань, присвячених Дню вшанування </w:t>
      </w:r>
      <w:r w:rsidRPr="007C4145">
        <w:rPr>
          <w:rFonts w:ascii="Times New Roman" w:hAnsi="Times New Roman"/>
          <w:sz w:val="28"/>
          <w:szCs w:val="28"/>
          <w:lang w:val="uk-UA" w:eastAsia="ru-RU"/>
        </w:rPr>
        <w:t>учасників бойових дій на території інших держав.</w:t>
      </w:r>
    </w:p>
    <w:p w:rsidR="00422ED9" w:rsidRPr="007C4145" w:rsidRDefault="00422ED9" w:rsidP="007C414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C4145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</w:t>
      </w:r>
      <w:r w:rsidRPr="007C4145">
        <w:rPr>
          <w:rFonts w:ascii="Times New Roman" w:hAnsi="Times New Roman"/>
          <w:sz w:val="28"/>
          <w:szCs w:val="28"/>
          <w:lang w:val="uk-UA" w:eastAsia="ru-RU"/>
        </w:rPr>
        <w:t xml:space="preserve"> Відділ молоді та спорту міської ради,</w:t>
      </w:r>
    </w:p>
    <w:p w:rsidR="00422ED9" w:rsidRPr="007C4145" w:rsidRDefault="00422ED9" w:rsidP="007C4145">
      <w:pPr>
        <w:spacing w:after="0" w:line="240" w:lineRule="auto"/>
        <w:ind w:left="42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До 15 лютого 2018</w:t>
      </w:r>
      <w:r w:rsidRPr="007C4145">
        <w:rPr>
          <w:rFonts w:ascii="Times New Roman" w:hAnsi="Times New Roman"/>
          <w:sz w:val="28"/>
          <w:szCs w:val="28"/>
          <w:lang w:val="uk-UA" w:eastAsia="ru-RU"/>
        </w:rPr>
        <w:t xml:space="preserve"> року</w:t>
      </w:r>
    </w:p>
    <w:p w:rsidR="00422ED9" w:rsidRPr="007C4145" w:rsidRDefault="00422ED9" w:rsidP="00AA0C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4. Упорядкування </w:t>
      </w:r>
      <w:r w:rsidRPr="007C414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пам’ятника учасникам бойових дій в Афганістані.</w:t>
      </w:r>
    </w:p>
    <w:p w:rsidR="00422ED9" w:rsidRPr="007C4145" w:rsidRDefault="00422ED9" w:rsidP="007C4145">
      <w:pPr>
        <w:spacing w:after="0" w:line="240" w:lineRule="auto"/>
        <w:ind w:left="4251"/>
        <w:rPr>
          <w:rFonts w:ascii="Times New Roman" w:hAnsi="Times New Roman"/>
          <w:sz w:val="28"/>
          <w:szCs w:val="28"/>
          <w:lang w:val="uk-UA" w:eastAsia="ru-RU"/>
        </w:rPr>
      </w:pPr>
      <w:r w:rsidRPr="007C4145">
        <w:rPr>
          <w:rFonts w:ascii="Times New Roman" w:hAnsi="Times New Roman"/>
          <w:sz w:val="28"/>
          <w:szCs w:val="28"/>
          <w:lang w:val="uk-UA" w:eastAsia="ru-RU"/>
        </w:rPr>
        <w:t xml:space="preserve">Управління житлово-комунального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Pr="007C4145">
        <w:rPr>
          <w:rFonts w:ascii="Times New Roman" w:hAnsi="Times New Roman"/>
          <w:sz w:val="28"/>
          <w:szCs w:val="28"/>
          <w:lang w:val="uk-UA" w:eastAsia="ru-RU"/>
        </w:rPr>
        <w:t>господарства та містобудування міської ради</w:t>
      </w:r>
    </w:p>
    <w:p w:rsidR="00422ED9" w:rsidRPr="007C4145" w:rsidRDefault="00422ED9" w:rsidP="007C4145">
      <w:pPr>
        <w:spacing w:after="0" w:line="240" w:lineRule="auto"/>
        <w:ind w:left="4251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До 15 лютого 2018</w:t>
      </w:r>
      <w:r w:rsidRPr="007C4145">
        <w:rPr>
          <w:rFonts w:ascii="Times New Roman" w:hAnsi="Times New Roman"/>
          <w:sz w:val="28"/>
          <w:szCs w:val="28"/>
          <w:lang w:val="uk-UA" w:eastAsia="ru-RU"/>
        </w:rPr>
        <w:t xml:space="preserve"> року</w:t>
      </w:r>
    </w:p>
    <w:p w:rsidR="00422ED9" w:rsidRPr="007C4145" w:rsidRDefault="00422ED9" w:rsidP="00AA0C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5</w:t>
      </w:r>
      <w:r w:rsidRPr="007C4145">
        <w:rPr>
          <w:rFonts w:ascii="Times New Roman" w:hAnsi="Times New Roman"/>
          <w:sz w:val="28"/>
          <w:szCs w:val="28"/>
          <w:lang w:val="uk-UA" w:eastAsia="ru-RU"/>
        </w:rPr>
        <w:t>. </w:t>
      </w:r>
      <w:r>
        <w:rPr>
          <w:rFonts w:ascii="Times New Roman" w:hAnsi="Times New Roman"/>
          <w:sz w:val="28"/>
          <w:szCs w:val="28"/>
          <w:lang w:val="uk-UA" w:eastAsia="ru-RU"/>
        </w:rPr>
        <w:t>Сприяння у забезпеченні належного медичного супроводу</w:t>
      </w:r>
      <w:r w:rsidRPr="007C4145">
        <w:rPr>
          <w:rFonts w:ascii="Times New Roman" w:hAnsi="Times New Roman"/>
          <w:sz w:val="28"/>
          <w:szCs w:val="28"/>
          <w:lang w:val="uk-UA" w:eastAsia="ru-RU"/>
        </w:rPr>
        <w:t xml:space="preserve"> та охорону громадського порядку в місцях проведення заходів до Дня вшанування учасників бойових дій на території інших держав.</w:t>
      </w:r>
    </w:p>
    <w:p w:rsidR="00422ED9" w:rsidRPr="007C4145" w:rsidRDefault="00422ED9" w:rsidP="007C4145">
      <w:pPr>
        <w:spacing w:after="0" w:line="240" w:lineRule="auto"/>
        <w:ind w:left="4251"/>
        <w:rPr>
          <w:rFonts w:ascii="Times New Roman" w:hAnsi="Times New Roman"/>
          <w:sz w:val="28"/>
          <w:szCs w:val="28"/>
          <w:lang w:val="uk-UA" w:eastAsia="ru-RU"/>
        </w:rPr>
      </w:pPr>
      <w:r w:rsidRPr="007C4145">
        <w:rPr>
          <w:rFonts w:ascii="Times New Roman" w:hAnsi="Times New Roman"/>
          <w:sz w:val="28"/>
          <w:szCs w:val="28"/>
          <w:lang w:val="uk-UA" w:eastAsia="ru-RU"/>
        </w:rPr>
        <w:t>Відділ з правової та внутрішньої політики міської ради</w:t>
      </w:r>
    </w:p>
    <w:p w:rsidR="00422ED9" w:rsidRPr="007C4145" w:rsidRDefault="00422ED9" w:rsidP="007C4145">
      <w:pPr>
        <w:spacing w:after="0" w:line="240" w:lineRule="auto"/>
        <w:ind w:left="42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15.02.2018</w:t>
      </w:r>
      <w:r w:rsidRPr="007C414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422ED9" w:rsidRPr="007C4145" w:rsidRDefault="00422ED9" w:rsidP="004955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      6. Висвітлення</w:t>
      </w:r>
      <w:r w:rsidRPr="007C4145">
        <w:rPr>
          <w:rFonts w:ascii="Times New Roman" w:hAnsi="Times New Roman"/>
          <w:bCs/>
          <w:sz w:val="28"/>
          <w:szCs w:val="28"/>
          <w:lang w:val="uk-UA" w:eastAsia="ru-RU"/>
        </w:rPr>
        <w:t xml:space="preserve"> в засобах масової інформації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заходів щодо відзначення Дня вшанування учасників бойових дій на території інших держав.</w:t>
      </w:r>
    </w:p>
    <w:p w:rsidR="00422ED9" w:rsidRPr="007C4145" w:rsidRDefault="00422ED9" w:rsidP="007C4145">
      <w:pPr>
        <w:spacing w:after="0" w:line="240" w:lineRule="auto"/>
        <w:ind w:left="4251"/>
        <w:rPr>
          <w:rFonts w:ascii="Times New Roman" w:hAnsi="Times New Roman"/>
          <w:sz w:val="28"/>
          <w:szCs w:val="28"/>
          <w:lang w:val="uk-UA" w:eastAsia="ru-RU"/>
        </w:rPr>
      </w:pPr>
      <w:r w:rsidRPr="007C4145">
        <w:rPr>
          <w:rFonts w:ascii="Times New Roman" w:hAnsi="Times New Roman"/>
          <w:sz w:val="28"/>
          <w:szCs w:val="28"/>
          <w:lang w:val="uk-UA" w:eastAsia="ru-RU"/>
        </w:rPr>
        <w:t>Відділ з правової та внутрішньої політики міської ради,</w:t>
      </w:r>
    </w:p>
    <w:p w:rsidR="00422ED9" w:rsidRPr="007C4145" w:rsidRDefault="00422ED9" w:rsidP="007C4145">
      <w:pPr>
        <w:spacing w:after="0" w:line="240" w:lineRule="auto"/>
        <w:ind w:left="4251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До 15 лютого 2018 року</w:t>
      </w:r>
    </w:p>
    <w:p w:rsidR="00422ED9" w:rsidRPr="007C4145" w:rsidRDefault="00422ED9" w:rsidP="007C414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C4145">
        <w:rPr>
          <w:rFonts w:ascii="Times New Roman" w:hAnsi="Times New Roman"/>
          <w:b/>
          <w:sz w:val="28"/>
          <w:szCs w:val="28"/>
          <w:lang w:val="uk-UA" w:eastAsia="ru-RU"/>
        </w:rPr>
        <w:t>Керуюча справами</w:t>
      </w:r>
    </w:p>
    <w:p w:rsidR="00422ED9" w:rsidRPr="007C4145" w:rsidRDefault="00422ED9" w:rsidP="007C414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C4145">
        <w:rPr>
          <w:rFonts w:ascii="Times New Roman" w:hAnsi="Times New Roman"/>
          <w:b/>
          <w:sz w:val="28"/>
          <w:szCs w:val="28"/>
          <w:lang w:val="uk-UA" w:eastAsia="ru-RU"/>
        </w:rPr>
        <w:t xml:space="preserve">виконавчого комітету міської ради                      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О.О.Гаврильченко</w:t>
      </w:r>
    </w:p>
    <w:p w:rsidR="00422ED9" w:rsidRPr="007C4145" w:rsidRDefault="00422ED9" w:rsidP="007C4145">
      <w:pPr>
        <w:tabs>
          <w:tab w:val="left" w:pos="3450"/>
        </w:tabs>
        <w:rPr>
          <w:lang w:val="uk-UA"/>
        </w:rPr>
      </w:pPr>
    </w:p>
    <w:sectPr w:rsidR="00422ED9" w:rsidRPr="007C4145" w:rsidSect="006B354A">
      <w:pgSz w:w="11906" w:h="16838"/>
      <w:pgMar w:top="1134" w:right="566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D321E"/>
    <w:multiLevelType w:val="hybridMultilevel"/>
    <w:tmpl w:val="A51A66AC"/>
    <w:lvl w:ilvl="0" w:tplc="C23E356A">
      <w:start w:val="1"/>
      <w:numFmt w:val="decimal"/>
      <w:lvlText w:val="%1."/>
      <w:lvlJc w:val="left"/>
      <w:pPr>
        <w:ind w:left="9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5942"/>
    <w:rsid w:val="00004C5E"/>
    <w:rsid w:val="00045979"/>
    <w:rsid w:val="000715C3"/>
    <w:rsid w:val="001E2F63"/>
    <w:rsid w:val="0020707A"/>
    <w:rsid w:val="002731EA"/>
    <w:rsid w:val="00396DE0"/>
    <w:rsid w:val="003C37B2"/>
    <w:rsid w:val="0042243D"/>
    <w:rsid w:val="00422ED9"/>
    <w:rsid w:val="004279CB"/>
    <w:rsid w:val="00476F7C"/>
    <w:rsid w:val="004955D2"/>
    <w:rsid w:val="00544346"/>
    <w:rsid w:val="00560BCB"/>
    <w:rsid w:val="00561340"/>
    <w:rsid w:val="005667DF"/>
    <w:rsid w:val="0058055B"/>
    <w:rsid w:val="00625D42"/>
    <w:rsid w:val="006B354A"/>
    <w:rsid w:val="007B4C61"/>
    <w:rsid w:val="007C4145"/>
    <w:rsid w:val="007E69FA"/>
    <w:rsid w:val="0080602C"/>
    <w:rsid w:val="00806993"/>
    <w:rsid w:val="00881795"/>
    <w:rsid w:val="008E7B26"/>
    <w:rsid w:val="00915C4B"/>
    <w:rsid w:val="00932ED5"/>
    <w:rsid w:val="00955F45"/>
    <w:rsid w:val="00AA0C9F"/>
    <w:rsid w:val="00AD09F4"/>
    <w:rsid w:val="00AE22ED"/>
    <w:rsid w:val="00B44F7F"/>
    <w:rsid w:val="00B65942"/>
    <w:rsid w:val="00BF2DA6"/>
    <w:rsid w:val="00C54B26"/>
    <w:rsid w:val="00CE69A3"/>
    <w:rsid w:val="00E01084"/>
    <w:rsid w:val="00FF0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979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A0C9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4955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55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366</Words>
  <Characters>2089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ЗАТВЕРДЖЕНО</dc:title>
  <dc:subject/>
  <dc:creator>Пользователь Windows</dc:creator>
  <cp:keywords/>
  <dc:description/>
  <cp:lastModifiedBy>WinXPProSP3</cp:lastModifiedBy>
  <cp:revision>2</cp:revision>
  <cp:lastPrinted>2018-02-14T07:28:00Z</cp:lastPrinted>
  <dcterms:created xsi:type="dcterms:W3CDTF">2018-02-14T12:18:00Z</dcterms:created>
  <dcterms:modified xsi:type="dcterms:W3CDTF">2018-02-14T12:18:00Z</dcterms:modified>
</cp:coreProperties>
</file>