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A3" w:rsidRPr="00892B9F" w:rsidRDefault="009E68A3" w:rsidP="008408D7">
      <w:pPr>
        <w:spacing w:after="0" w:line="240" w:lineRule="auto"/>
        <w:ind w:left="5760"/>
        <w:rPr>
          <w:rFonts w:ascii="Times New Roman" w:hAnsi="Times New Roman"/>
          <w:sz w:val="28"/>
          <w:szCs w:val="28"/>
          <w:lang w:val="uk-UA"/>
        </w:rPr>
      </w:pPr>
      <w:r w:rsidRPr="00892B9F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</w:p>
    <w:p w:rsidR="009E68A3" w:rsidRPr="00892B9F" w:rsidRDefault="009E68A3" w:rsidP="008408D7">
      <w:pPr>
        <w:shd w:val="clear" w:color="auto" w:fill="FFFFFF"/>
        <w:spacing w:after="0" w:line="240" w:lineRule="auto"/>
        <w:ind w:left="5760"/>
        <w:rPr>
          <w:rFonts w:ascii="Times New Roman" w:hAnsi="Times New Roman"/>
          <w:sz w:val="28"/>
          <w:szCs w:val="28"/>
          <w:u w:val="single"/>
          <w:lang w:val="uk-UA"/>
        </w:rPr>
      </w:pPr>
      <w:r w:rsidRPr="00892B9F">
        <w:rPr>
          <w:rFonts w:ascii="Times New Roman" w:hAnsi="Times New Roman"/>
          <w:color w:val="000000"/>
          <w:sz w:val="28"/>
          <w:szCs w:val="28"/>
          <w:lang w:val="uk-UA"/>
        </w:rPr>
        <w:t>Розпорядження міського голови</w:t>
      </w:r>
    </w:p>
    <w:p w:rsidR="009E68A3" w:rsidRPr="00892B9F" w:rsidRDefault="009E68A3" w:rsidP="008408D7">
      <w:pPr>
        <w:shd w:val="clear" w:color="auto" w:fill="FFFFFF"/>
        <w:spacing w:after="0" w:line="240" w:lineRule="auto"/>
        <w:ind w:left="5760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892B9F">
        <w:rPr>
          <w:rFonts w:ascii="Times New Roman" w:hAnsi="Times New Roman"/>
          <w:color w:val="000000"/>
          <w:sz w:val="28"/>
          <w:szCs w:val="28"/>
          <w:lang w:val="uk-UA"/>
        </w:rPr>
        <w:t>______________   №  ________</w:t>
      </w:r>
    </w:p>
    <w:p w:rsidR="009E68A3" w:rsidRPr="00892B9F" w:rsidRDefault="009E68A3" w:rsidP="00D6645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/>
        </w:rPr>
      </w:pPr>
    </w:p>
    <w:p w:rsidR="009E68A3" w:rsidRPr="00892B9F" w:rsidRDefault="009E68A3" w:rsidP="00D6645E">
      <w:pPr>
        <w:spacing w:after="0" w:line="240" w:lineRule="auto"/>
        <w:ind w:firstLine="34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val="uk-UA"/>
        </w:rPr>
      </w:pPr>
    </w:p>
    <w:p w:rsidR="009E68A3" w:rsidRPr="00892B9F" w:rsidRDefault="009E68A3" w:rsidP="00D6645E">
      <w:pPr>
        <w:pStyle w:val="NoSpacing"/>
        <w:jc w:val="center"/>
        <w:rPr>
          <w:b/>
          <w:sz w:val="28"/>
          <w:szCs w:val="28"/>
        </w:rPr>
      </w:pPr>
      <w:r w:rsidRPr="00892B9F">
        <w:rPr>
          <w:b/>
          <w:sz w:val="28"/>
          <w:szCs w:val="28"/>
        </w:rPr>
        <w:t>СКЛАД</w:t>
      </w:r>
    </w:p>
    <w:p w:rsidR="009E68A3" w:rsidRPr="00892B9F" w:rsidRDefault="009E68A3" w:rsidP="008408D7">
      <w:pPr>
        <w:pStyle w:val="NoSpacing"/>
        <w:jc w:val="center"/>
        <w:rPr>
          <w:b/>
          <w:sz w:val="28"/>
          <w:szCs w:val="28"/>
        </w:rPr>
      </w:pPr>
      <w:r w:rsidRPr="00892B9F">
        <w:rPr>
          <w:b/>
          <w:spacing w:val="3"/>
          <w:sz w:val="28"/>
          <w:szCs w:val="28"/>
        </w:rPr>
        <w:t xml:space="preserve">організаційного комітету </w:t>
      </w:r>
      <w:r w:rsidRPr="00892B9F">
        <w:rPr>
          <w:b/>
          <w:sz w:val="28"/>
          <w:szCs w:val="28"/>
        </w:rPr>
        <w:t xml:space="preserve">з підготовки та проведення Дня енергії </w:t>
      </w:r>
    </w:p>
    <w:p w:rsidR="009E68A3" w:rsidRDefault="009E68A3" w:rsidP="008408D7">
      <w:pPr>
        <w:pStyle w:val="NoSpacing"/>
        <w:jc w:val="center"/>
        <w:rPr>
          <w:b/>
          <w:sz w:val="28"/>
          <w:szCs w:val="28"/>
        </w:rPr>
      </w:pPr>
      <w:r w:rsidRPr="00892B9F">
        <w:rPr>
          <w:b/>
          <w:sz w:val="28"/>
          <w:szCs w:val="28"/>
        </w:rPr>
        <w:t xml:space="preserve">в місті Глухові </w:t>
      </w:r>
    </w:p>
    <w:p w:rsidR="009E68A3" w:rsidRPr="00892B9F" w:rsidRDefault="009E68A3" w:rsidP="00D664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65" w:type="dxa"/>
        <w:tblInd w:w="-176" w:type="dxa"/>
        <w:tblLook w:val="01E0"/>
      </w:tblPr>
      <w:tblGrid>
        <w:gridCol w:w="3545"/>
        <w:gridCol w:w="6520"/>
      </w:tblGrid>
      <w:tr w:rsidR="009E68A3" w:rsidRPr="00E73282" w:rsidTr="002A3DB6">
        <w:tc>
          <w:tcPr>
            <w:tcW w:w="3545" w:type="dxa"/>
          </w:tcPr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Демішева </w:t>
            </w:r>
          </w:p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Олена Миколаївна,</w:t>
            </w:r>
          </w:p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секретар міської ради, </w:t>
            </w:r>
            <w:r w:rsidRPr="00F26D7F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uk-UA"/>
              </w:rPr>
              <w:t>голова організаційного комітету;</w:t>
            </w:r>
          </w:p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E68A3" w:rsidRPr="00E73282" w:rsidTr="002A3DB6">
        <w:tc>
          <w:tcPr>
            <w:tcW w:w="3545" w:type="dxa"/>
          </w:tcPr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Краснощок </w:t>
            </w:r>
          </w:p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  <w:lang w:val="uk-UA"/>
              </w:rPr>
              <w:t>Олександр Іванович</w:t>
            </w:r>
            <w:r w:rsidRPr="00F26D7F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E68A3" w:rsidRPr="00F26D7F" w:rsidRDefault="009E68A3" w:rsidP="000F70A3">
            <w:pPr>
              <w:shd w:val="clear" w:color="auto" w:fill="FFFFFF"/>
              <w:spacing w:after="0" w:line="240" w:lineRule="auto"/>
              <w:ind w:left="33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4"/>
                <w:sz w:val="28"/>
                <w:szCs w:val="28"/>
                <w:lang w:val="uk-UA"/>
              </w:rPr>
              <w:t>начальник відділу енергоменеджменту та підтримки підприємництва управління соціально-економічного розвитку міської ради,</w:t>
            </w:r>
            <w:r w:rsidRPr="00F26D7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заступник </w:t>
            </w:r>
            <w:r w:rsidRPr="00F26D7F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uk-UA"/>
              </w:rPr>
              <w:t>голови організаційного комітету;</w:t>
            </w:r>
          </w:p>
        </w:tc>
      </w:tr>
      <w:tr w:rsidR="009E68A3" w:rsidRPr="00E73282" w:rsidTr="002A3DB6">
        <w:tc>
          <w:tcPr>
            <w:tcW w:w="3545" w:type="dxa"/>
          </w:tcPr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</w:p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Павлик</w:t>
            </w:r>
          </w:p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Владислав Анатолійович,</w:t>
            </w:r>
          </w:p>
        </w:tc>
        <w:tc>
          <w:tcPr>
            <w:tcW w:w="6520" w:type="dxa"/>
          </w:tcPr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9E68A3" w:rsidRPr="00F26D7F" w:rsidRDefault="009E68A3" w:rsidP="00D2629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4"/>
                <w:sz w:val="28"/>
                <w:szCs w:val="28"/>
                <w:lang w:val="uk-UA"/>
              </w:rPr>
              <w:t>головний спеціаліст відділу енергоменеджменту та підтримки підприємництва управління соціально-економічного розвитку міської ради</w:t>
            </w:r>
            <w:r w:rsidRPr="00F26D7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секретар організаційного комітету</w:t>
            </w:r>
            <w:r w:rsidRPr="00F26D7F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uk-UA"/>
              </w:rPr>
              <w:t>;</w:t>
            </w:r>
          </w:p>
        </w:tc>
      </w:tr>
      <w:tr w:rsidR="009E68A3" w:rsidRPr="00E73282" w:rsidTr="002A3DB6">
        <w:trPr>
          <w:trHeight w:val="779"/>
        </w:trPr>
        <w:tc>
          <w:tcPr>
            <w:tcW w:w="3545" w:type="dxa"/>
          </w:tcPr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  <w:t>Ахмедзянов</w:t>
            </w:r>
          </w:p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  <w:t>Анатолій Абдулайович,</w:t>
            </w:r>
          </w:p>
          <w:p w:rsidR="009E68A3" w:rsidRPr="00F26D7F" w:rsidRDefault="009E68A3" w:rsidP="00CD10E7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  <w:lang w:val="uk-UA"/>
              </w:rPr>
            </w:pPr>
          </w:p>
          <w:p w:rsidR="009E68A3" w:rsidRPr="00F26D7F" w:rsidRDefault="009E68A3" w:rsidP="00CD10E7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  <w:lang w:val="uk-UA"/>
              </w:rPr>
              <w:t>в.о. начальника управління соціально-економічного розвитку міської ради</w:t>
            </w:r>
            <w:r w:rsidRPr="00F26D7F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uk-UA"/>
              </w:rPr>
              <w:t>;</w:t>
            </w:r>
          </w:p>
        </w:tc>
      </w:tr>
      <w:tr w:rsidR="009E68A3" w:rsidRPr="00E73282" w:rsidTr="002A3DB6">
        <w:trPr>
          <w:trHeight w:val="779"/>
        </w:trPr>
        <w:tc>
          <w:tcPr>
            <w:tcW w:w="3545" w:type="dxa"/>
          </w:tcPr>
          <w:p w:rsidR="009E68A3" w:rsidRPr="00F26D7F" w:rsidRDefault="009E68A3" w:rsidP="00CD10E7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Васянович</w:t>
            </w:r>
          </w:p>
          <w:p w:rsidR="009E68A3" w:rsidRPr="00F26D7F" w:rsidRDefault="009E68A3" w:rsidP="00CD10E7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Людмила Григорівна,</w:t>
            </w:r>
          </w:p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E68A3" w:rsidRPr="00F26D7F" w:rsidRDefault="009E68A3" w:rsidP="00CD10E7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 відділу освіти міської ради;</w:t>
            </w:r>
          </w:p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  <w:lang w:val="uk-UA"/>
              </w:rPr>
            </w:pPr>
          </w:p>
        </w:tc>
      </w:tr>
      <w:tr w:rsidR="009E68A3" w:rsidRPr="00E73282" w:rsidTr="002A3DB6">
        <w:trPr>
          <w:trHeight w:val="779"/>
        </w:trPr>
        <w:tc>
          <w:tcPr>
            <w:tcW w:w="3545" w:type="dxa"/>
          </w:tcPr>
          <w:p w:rsidR="009E68A3" w:rsidRPr="00F26D7F" w:rsidRDefault="009E68A3" w:rsidP="00CD10E7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  <w:t xml:space="preserve">Демченко </w:t>
            </w:r>
          </w:p>
          <w:p w:rsidR="009E68A3" w:rsidRPr="00F26D7F" w:rsidRDefault="009E68A3" w:rsidP="00CD10E7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  <w:lang w:val="uk-UA"/>
              </w:rPr>
              <w:t xml:space="preserve">Олександр Анатолійович, </w:t>
            </w:r>
          </w:p>
          <w:p w:rsidR="009E68A3" w:rsidRPr="00F26D7F" w:rsidRDefault="009E68A3" w:rsidP="00CD10E7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E68A3" w:rsidRPr="00F26D7F" w:rsidRDefault="009E68A3" w:rsidP="00CD10E7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  <w:lang w:val="uk-UA"/>
              </w:rPr>
              <w:t>начальник відділу з правової та внутрішньої політики міської ради;</w:t>
            </w:r>
          </w:p>
        </w:tc>
      </w:tr>
      <w:tr w:rsidR="009E68A3" w:rsidRPr="00E73282" w:rsidTr="002A3DB6">
        <w:tc>
          <w:tcPr>
            <w:tcW w:w="3545" w:type="dxa"/>
          </w:tcPr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Плотницький</w:t>
            </w:r>
          </w:p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Михайло Григорович,</w:t>
            </w:r>
          </w:p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 відділу молоді та спорту міської ради</w:t>
            </w:r>
            <w:r w:rsidRPr="00F26D7F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uk-UA"/>
              </w:rPr>
              <w:t>;</w:t>
            </w:r>
            <w:r w:rsidRPr="00F26D7F"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</w:tr>
      <w:tr w:rsidR="009E68A3" w:rsidRPr="00E73282" w:rsidTr="002A3DB6">
        <w:tc>
          <w:tcPr>
            <w:tcW w:w="3545" w:type="dxa"/>
          </w:tcPr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Самощенко</w:t>
            </w:r>
          </w:p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Олена Михайлівна,</w:t>
            </w:r>
          </w:p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9E68A3" w:rsidRPr="00F26D7F" w:rsidRDefault="009E68A3" w:rsidP="00D26298">
            <w:pPr>
              <w:spacing w:after="0" w:line="240" w:lineRule="auto"/>
              <w:ind w:left="34"/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 w:rsidRPr="00F26D7F"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 відділу культури міської ради</w:t>
            </w:r>
            <w:r w:rsidRPr="00F26D7F">
              <w:rPr>
                <w:rFonts w:ascii="Times New Roman" w:hAnsi="Times New Roman"/>
                <w:color w:val="000000"/>
                <w:spacing w:val="-5"/>
                <w:sz w:val="28"/>
                <w:szCs w:val="28"/>
                <w:lang w:val="uk-UA"/>
              </w:rPr>
              <w:t>.</w:t>
            </w:r>
          </w:p>
        </w:tc>
      </w:tr>
    </w:tbl>
    <w:p w:rsidR="009E68A3" w:rsidRDefault="009E68A3" w:rsidP="00D26298">
      <w:pPr>
        <w:shd w:val="clear" w:color="auto" w:fill="FFFFFF"/>
        <w:tabs>
          <w:tab w:val="left" w:pos="3643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E68A3" w:rsidRDefault="009E68A3" w:rsidP="00D26298">
      <w:pPr>
        <w:shd w:val="clear" w:color="auto" w:fill="FFFFFF"/>
        <w:tabs>
          <w:tab w:val="left" w:pos="3643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92B9F">
        <w:rPr>
          <w:rFonts w:ascii="Times New Roman" w:hAnsi="Times New Roman"/>
          <w:b/>
          <w:sz w:val="28"/>
          <w:szCs w:val="28"/>
          <w:lang w:val="uk-UA"/>
        </w:rPr>
        <w:t>Керуюча справами виконавчого</w:t>
      </w:r>
    </w:p>
    <w:p w:rsidR="009E68A3" w:rsidRPr="00892B9F" w:rsidRDefault="009E68A3" w:rsidP="00D26298">
      <w:pPr>
        <w:shd w:val="clear" w:color="auto" w:fill="FFFFFF"/>
        <w:tabs>
          <w:tab w:val="left" w:pos="3643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92B9F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892B9F">
        <w:rPr>
          <w:rFonts w:ascii="Times New Roman" w:hAnsi="Times New Roman"/>
          <w:b/>
          <w:sz w:val="28"/>
          <w:szCs w:val="28"/>
          <w:lang w:val="uk-UA"/>
        </w:rPr>
        <w:t>О.О. Гаврильченко</w:t>
      </w:r>
    </w:p>
    <w:p w:rsidR="009E68A3" w:rsidRPr="0082074C" w:rsidRDefault="009E68A3" w:rsidP="00E73282">
      <w:pPr>
        <w:spacing w:after="0" w:line="240" w:lineRule="auto"/>
        <w:ind w:left="5760" w:right="-428"/>
        <w:jc w:val="both"/>
        <w:rPr>
          <w:lang w:val="uk-UA"/>
        </w:rPr>
      </w:pPr>
    </w:p>
    <w:sectPr w:rsidR="009E68A3" w:rsidRPr="0082074C" w:rsidSect="008704F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8A3" w:rsidRDefault="009E68A3" w:rsidP="00FD6A81">
      <w:pPr>
        <w:spacing w:after="0" w:line="240" w:lineRule="auto"/>
      </w:pPr>
      <w:r>
        <w:separator/>
      </w:r>
    </w:p>
  </w:endnote>
  <w:endnote w:type="continuationSeparator" w:id="0">
    <w:p w:rsidR="009E68A3" w:rsidRDefault="009E68A3" w:rsidP="00FD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8A3" w:rsidRDefault="009E68A3" w:rsidP="00FD6A81">
      <w:pPr>
        <w:spacing w:after="0" w:line="240" w:lineRule="auto"/>
      </w:pPr>
      <w:r>
        <w:separator/>
      </w:r>
    </w:p>
  </w:footnote>
  <w:footnote w:type="continuationSeparator" w:id="0">
    <w:p w:rsidR="009E68A3" w:rsidRDefault="009E68A3" w:rsidP="00FD6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2903"/>
    <w:multiLevelType w:val="hybridMultilevel"/>
    <w:tmpl w:val="E138DD48"/>
    <w:lvl w:ilvl="0" w:tplc="B55C1C3E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631C7777"/>
    <w:multiLevelType w:val="hybridMultilevel"/>
    <w:tmpl w:val="AD4CA842"/>
    <w:lvl w:ilvl="0" w:tplc="CAEC33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B3A"/>
    <w:rsid w:val="000012B0"/>
    <w:rsid w:val="00022374"/>
    <w:rsid w:val="0003145B"/>
    <w:rsid w:val="00032CC4"/>
    <w:rsid w:val="0004693A"/>
    <w:rsid w:val="00072CD8"/>
    <w:rsid w:val="00083D98"/>
    <w:rsid w:val="000D7E1F"/>
    <w:rsid w:val="000F70A3"/>
    <w:rsid w:val="001427BD"/>
    <w:rsid w:val="00154E88"/>
    <w:rsid w:val="00167EE7"/>
    <w:rsid w:val="00176A8A"/>
    <w:rsid w:val="001C3B0B"/>
    <w:rsid w:val="00205156"/>
    <w:rsid w:val="00235989"/>
    <w:rsid w:val="00271AAB"/>
    <w:rsid w:val="002A3DB6"/>
    <w:rsid w:val="002C10C4"/>
    <w:rsid w:val="002E58F1"/>
    <w:rsid w:val="003476B3"/>
    <w:rsid w:val="00363B2A"/>
    <w:rsid w:val="00367F82"/>
    <w:rsid w:val="003D04C4"/>
    <w:rsid w:val="00401370"/>
    <w:rsid w:val="00421F6C"/>
    <w:rsid w:val="00440161"/>
    <w:rsid w:val="00485C5C"/>
    <w:rsid w:val="00490D86"/>
    <w:rsid w:val="004B771C"/>
    <w:rsid w:val="004F459F"/>
    <w:rsid w:val="0050233D"/>
    <w:rsid w:val="00527DF5"/>
    <w:rsid w:val="0053000C"/>
    <w:rsid w:val="005A4B46"/>
    <w:rsid w:val="005A65E9"/>
    <w:rsid w:val="00604B3A"/>
    <w:rsid w:val="00630ECB"/>
    <w:rsid w:val="00631F7F"/>
    <w:rsid w:val="00645A3A"/>
    <w:rsid w:val="0066062F"/>
    <w:rsid w:val="00686314"/>
    <w:rsid w:val="006A377D"/>
    <w:rsid w:val="006B0A82"/>
    <w:rsid w:val="006B53C8"/>
    <w:rsid w:val="00703840"/>
    <w:rsid w:val="00711062"/>
    <w:rsid w:val="007208FC"/>
    <w:rsid w:val="00734043"/>
    <w:rsid w:val="00736DA5"/>
    <w:rsid w:val="00766B5A"/>
    <w:rsid w:val="007B3249"/>
    <w:rsid w:val="007C2F7A"/>
    <w:rsid w:val="007C5829"/>
    <w:rsid w:val="007D1858"/>
    <w:rsid w:val="007D2BC0"/>
    <w:rsid w:val="00802B55"/>
    <w:rsid w:val="008156EA"/>
    <w:rsid w:val="0082074C"/>
    <w:rsid w:val="00827B4B"/>
    <w:rsid w:val="008408D7"/>
    <w:rsid w:val="008622FD"/>
    <w:rsid w:val="008704FF"/>
    <w:rsid w:val="00877119"/>
    <w:rsid w:val="00892B9F"/>
    <w:rsid w:val="008A2845"/>
    <w:rsid w:val="008F2CD6"/>
    <w:rsid w:val="008F6FA4"/>
    <w:rsid w:val="00911E17"/>
    <w:rsid w:val="0091472D"/>
    <w:rsid w:val="00940636"/>
    <w:rsid w:val="009719C1"/>
    <w:rsid w:val="009A28CB"/>
    <w:rsid w:val="009D550B"/>
    <w:rsid w:val="009E68A3"/>
    <w:rsid w:val="009F2500"/>
    <w:rsid w:val="00AA12DF"/>
    <w:rsid w:val="00AB4301"/>
    <w:rsid w:val="00AB7E89"/>
    <w:rsid w:val="00AE0E02"/>
    <w:rsid w:val="00AF1BA9"/>
    <w:rsid w:val="00B427F5"/>
    <w:rsid w:val="00BB5891"/>
    <w:rsid w:val="00C231A7"/>
    <w:rsid w:val="00C62C75"/>
    <w:rsid w:val="00C72652"/>
    <w:rsid w:val="00C96E67"/>
    <w:rsid w:val="00CA0DDA"/>
    <w:rsid w:val="00CB1251"/>
    <w:rsid w:val="00CB47FE"/>
    <w:rsid w:val="00CD10E7"/>
    <w:rsid w:val="00D26298"/>
    <w:rsid w:val="00D6645E"/>
    <w:rsid w:val="00D76F97"/>
    <w:rsid w:val="00DB1D7E"/>
    <w:rsid w:val="00DB4097"/>
    <w:rsid w:val="00DF2B42"/>
    <w:rsid w:val="00E064B6"/>
    <w:rsid w:val="00E22B82"/>
    <w:rsid w:val="00E73282"/>
    <w:rsid w:val="00EA14B9"/>
    <w:rsid w:val="00EA7D65"/>
    <w:rsid w:val="00EB29A7"/>
    <w:rsid w:val="00ED3559"/>
    <w:rsid w:val="00F02086"/>
    <w:rsid w:val="00F078C4"/>
    <w:rsid w:val="00F2059D"/>
    <w:rsid w:val="00F20BEE"/>
    <w:rsid w:val="00F26D7F"/>
    <w:rsid w:val="00F403D7"/>
    <w:rsid w:val="00F57F11"/>
    <w:rsid w:val="00FB7DE9"/>
    <w:rsid w:val="00FC5D9A"/>
    <w:rsid w:val="00FD4447"/>
    <w:rsid w:val="00FD6A81"/>
    <w:rsid w:val="00FF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043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237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2374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FR2">
    <w:name w:val="FR2"/>
    <w:uiPriority w:val="99"/>
    <w:rsid w:val="00022374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022374"/>
    <w:pPr>
      <w:spacing w:after="0" w:line="240" w:lineRule="auto"/>
      <w:jc w:val="both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22374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D6645E"/>
    <w:rPr>
      <w:rFonts w:ascii="Times New Roman" w:hAnsi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FD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D6A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D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6A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706</TotalTime>
  <Pages>1</Pages>
  <Words>173</Words>
  <Characters>990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WinXPProSP3</cp:lastModifiedBy>
  <cp:revision>118</cp:revision>
  <cp:lastPrinted>2018-05-18T06:28:00Z</cp:lastPrinted>
  <dcterms:created xsi:type="dcterms:W3CDTF">2018-05-14T07:21:00Z</dcterms:created>
  <dcterms:modified xsi:type="dcterms:W3CDTF">2018-05-21T12:02:00Z</dcterms:modified>
</cp:coreProperties>
</file>