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23" w:rsidRPr="002754B7" w:rsidRDefault="00BE3623" w:rsidP="00A06EEB">
      <w:pPr>
        <w:keepNext/>
        <w:tabs>
          <w:tab w:val="left" w:pos="1080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806827">
        <w:rPr>
          <w:b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51pt;visibility:visible">
            <v:imagedata r:id="rId4" o:title=""/>
          </v:shape>
        </w:pict>
      </w:r>
    </w:p>
    <w:p w:rsidR="00BE3623" w:rsidRPr="002754B7" w:rsidRDefault="00BE3623" w:rsidP="00D34109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BE3623" w:rsidRPr="00F7717D" w:rsidRDefault="00BE3623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BE3623" w:rsidRPr="00EE6B57" w:rsidRDefault="00BE3623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BE3623" w:rsidRPr="00EE6B57" w:rsidRDefault="00BE3623" w:rsidP="00AE22D2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18.09.2018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 w:rsidRPr="00EE6B57">
        <w:rPr>
          <w:sz w:val="28"/>
          <w:szCs w:val="28"/>
          <w:lang w:val="ru-RU" w:eastAsia="ru-RU"/>
        </w:rPr>
        <w:t>м. Глух</w:t>
      </w:r>
      <w:r w:rsidRPr="00EE6B57">
        <w:rPr>
          <w:sz w:val="28"/>
          <w:szCs w:val="28"/>
          <w:lang w:eastAsia="ru-RU"/>
        </w:rPr>
        <w:t>ів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№  168-ОД</w:t>
      </w:r>
    </w:p>
    <w:p w:rsidR="00BE3623" w:rsidRPr="003E2CB4" w:rsidRDefault="00BE3623" w:rsidP="00D34109">
      <w:pPr>
        <w:jc w:val="center"/>
        <w:rPr>
          <w:sz w:val="16"/>
          <w:szCs w:val="16"/>
          <w:lang w:val="ru-RU" w:eastAsia="ru-RU"/>
        </w:rPr>
      </w:pPr>
    </w:p>
    <w:p w:rsidR="00BE3623" w:rsidRPr="003E2CB4" w:rsidRDefault="00BE3623" w:rsidP="00D34109">
      <w:pPr>
        <w:rPr>
          <w:sz w:val="16"/>
          <w:szCs w:val="16"/>
          <w:lang w:val="ru-RU" w:eastAsia="ru-RU"/>
        </w:rPr>
      </w:pPr>
    </w:p>
    <w:p w:rsidR="00BE3623" w:rsidRPr="00EE6B57" w:rsidRDefault="00BE3623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позачергового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BE3623" w:rsidRPr="00EE6B57" w:rsidRDefault="00BE3623" w:rsidP="00D34109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>восьмої</w:t>
      </w:r>
      <w:r w:rsidRPr="00EE6B57">
        <w:rPr>
          <w:b/>
          <w:sz w:val="28"/>
          <w:szCs w:val="28"/>
          <w:lang w:eastAsia="ru-RU"/>
        </w:rPr>
        <w:t xml:space="preserve"> сесії міської ради</w:t>
      </w:r>
    </w:p>
    <w:p w:rsidR="00BE3623" w:rsidRPr="00EE6B57" w:rsidRDefault="00BE3623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BE3623" w:rsidRPr="001628E3" w:rsidRDefault="00BE3623" w:rsidP="00D34109">
      <w:pPr>
        <w:jc w:val="both"/>
        <w:rPr>
          <w:b/>
          <w:sz w:val="16"/>
          <w:szCs w:val="16"/>
          <w:lang w:eastAsia="ru-RU"/>
        </w:rPr>
      </w:pPr>
    </w:p>
    <w:p w:rsidR="00BE3623" w:rsidRPr="001628E3" w:rsidRDefault="00BE3623" w:rsidP="00D34109">
      <w:pPr>
        <w:jc w:val="both"/>
        <w:rPr>
          <w:b/>
          <w:sz w:val="16"/>
          <w:szCs w:val="16"/>
          <w:lang w:eastAsia="ru-RU"/>
        </w:rPr>
      </w:pPr>
    </w:p>
    <w:p w:rsidR="00BE3623" w:rsidRPr="00EE6B57" w:rsidRDefault="00BE3623" w:rsidP="00121E0C">
      <w:pPr>
        <w:ind w:firstLine="540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46та частини восьмої статті 59 Закону України «Про місцеве самоврядування в Україні»:</w:t>
      </w:r>
    </w:p>
    <w:p w:rsidR="00BE3623" w:rsidRPr="00EE6B57" w:rsidRDefault="00BE3623" w:rsidP="00D34109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позачергове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восьмої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19 вересня </w:t>
      </w:r>
      <w:r w:rsidRPr="00B70F65">
        <w:rPr>
          <w:sz w:val="28"/>
          <w:szCs w:val="28"/>
          <w:lang w:eastAsia="ru-RU"/>
        </w:rPr>
        <w:t>2018 року о</w:t>
      </w:r>
      <w:r>
        <w:rPr>
          <w:sz w:val="28"/>
          <w:szCs w:val="28"/>
          <w:lang w:eastAsia="ru-RU"/>
        </w:rPr>
        <w:t xml:space="preserve">16.00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BE3623" w:rsidRDefault="00BE3623" w:rsidP="00D34109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позачергового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BE3623" w:rsidRDefault="00BE3623" w:rsidP="00D3410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внесення змін до</w:t>
      </w:r>
      <w:r w:rsidRPr="00B66758">
        <w:rPr>
          <w:sz w:val="28"/>
          <w:szCs w:val="28"/>
          <w:lang w:eastAsia="ru-RU"/>
        </w:rPr>
        <w:t xml:space="preserve">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BE3623" w:rsidRDefault="00BE3623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2.2.Про внесення змін до рішення міської ради від 12.04.2018 № 322.</w:t>
      </w:r>
    </w:p>
    <w:p w:rsidR="00BE3623" w:rsidRDefault="00BE3623" w:rsidP="00B66758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 xml:space="preserve">2.3. </w:t>
      </w:r>
      <w:r>
        <w:rPr>
          <w:sz w:val="28"/>
          <w:szCs w:val="28"/>
          <w:lang w:val="ru-RU" w:eastAsia="ru-RU"/>
        </w:rPr>
        <w:t>Інші питання.</w:t>
      </w:r>
    </w:p>
    <w:p w:rsidR="00BE3623" w:rsidRPr="00EE6B57" w:rsidRDefault="00BE3623" w:rsidP="000F4217">
      <w:pPr>
        <w:tabs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3. Засідання постійних комісій міської ради провести </w:t>
      </w:r>
      <w:r>
        <w:rPr>
          <w:sz w:val="28"/>
          <w:szCs w:val="28"/>
          <w:lang w:val="ru-RU" w:eastAsia="ru-RU"/>
        </w:rPr>
        <w:t>19 вересня</w:t>
      </w:r>
      <w:r w:rsidRPr="00B70F65">
        <w:rPr>
          <w:sz w:val="28"/>
          <w:szCs w:val="28"/>
          <w:lang w:eastAsia="ru-RU"/>
        </w:rPr>
        <w:t xml:space="preserve"> 2018 року о </w:t>
      </w:r>
      <w:r>
        <w:rPr>
          <w:sz w:val="28"/>
          <w:szCs w:val="28"/>
          <w:lang w:eastAsia="ru-RU"/>
        </w:rPr>
        <w:t xml:space="preserve">15.45 </w:t>
      </w:r>
      <w:r w:rsidRPr="00EE6B57">
        <w:rPr>
          <w:sz w:val="28"/>
          <w:szCs w:val="28"/>
          <w:lang w:eastAsia="ru-RU"/>
        </w:rPr>
        <w:t>згідно порядку денного роботи комісій.</w:t>
      </w:r>
    </w:p>
    <w:p w:rsidR="00BE3623" w:rsidRPr="00C81842" w:rsidRDefault="00BE3623" w:rsidP="00867C69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BE3623" w:rsidRPr="00F20E3F" w:rsidRDefault="00BE3623" w:rsidP="00C83462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bookmarkStart w:id="0" w:name="_GoBack"/>
      <w:bookmarkEnd w:id="0"/>
    </w:p>
    <w:p w:rsidR="00BE3623" w:rsidRPr="00EE6B57" w:rsidRDefault="00BE3623" w:rsidP="00B66758">
      <w:pPr>
        <w:tabs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>В.о. міськогоголови                              О. ДЕМІШЕВА</w:t>
      </w: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E3623" w:rsidRDefault="00BE3623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BE3623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357"/>
    <w:rsid w:val="000372E5"/>
    <w:rsid w:val="000B3849"/>
    <w:rsid w:val="000C5E62"/>
    <w:rsid w:val="000F4217"/>
    <w:rsid w:val="00121E0C"/>
    <w:rsid w:val="00144543"/>
    <w:rsid w:val="001628E3"/>
    <w:rsid w:val="001A338B"/>
    <w:rsid w:val="002754B7"/>
    <w:rsid w:val="003507DE"/>
    <w:rsid w:val="003E2CB4"/>
    <w:rsid w:val="00430B1C"/>
    <w:rsid w:val="005142A4"/>
    <w:rsid w:val="00533346"/>
    <w:rsid w:val="0053624C"/>
    <w:rsid w:val="00583745"/>
    <w:rsid w:val="005A062A"/>
    <w:rsid w:val="00637357"/>
    <w:rsid w:val="00642522"/>
    <w:rsid w:val="006D2260"/>
    <w:rsid w:val="00806827"/>
    <w:rsid w:val="00867C69"/>
    <w:rsid w:val="00972329"/>
    <w:rsid w:val="00A06EEB"/>
    <w:rsid w:val="00A143AB"/>
    <w:rsid w:val="00A66839"/>
    <w:rsid w:val="00A93AF1"/>
    <w:rsid w:val="00AE22D2"/>
    <w:rsid w:val="00AF6386"/>
    <w:rsid w:val="00B66758"/>
    <w:rsid w:val="00B70F65"/>
    <w:rsid w:val="00B866DB"/>
    <w:rsid w:val="00BE3623"/>
    <w:rsid w:val="00C81842"/>
    <w:rsid w:val="00C83462"/>
    <w:rsid w:val="00D34109"/>
    <w:rsid w:val="00D55B38"/>
    <w:rsid w:val="00D924AB"/>
    <w:rsid w:val="00E152FF"/>
    <w:rsid w:val="00EE6B57"/>
    <w:rsid w:val="00F0736F"/>
    <w:rsid w:val="00F20E3F"/>
    <w:rsid w:val="00F7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09"/>
    <w:rPr>
      <w:rFonts w:ascii="Times New Roman" w:eastAsia="Times New Roman" w:hAnsi="Times New Roman"/>
      <w:sz w:val="20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341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4109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1</Pages>
  <Words>151</Words>
  <Characters>864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17</cp:revision>
  <cp:lastPrinted>2018-09-18T10:33:00Z</cp:lastPrinted>
  <dcterms:created xsi:type="dcterms:W3CDTF">2018-01-10T09:51:00Z</dcterms:created>
  <dcterms:modified xsi:type="dcterms:W3CDTF">2018-09-18T13:16:00Z</dcterms:modified>
</cp:coreProperties>
</file>